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1C116" w14:textId="5A38A029" w:rsidR="005A6258" w:rsidRDefault="00A241F7" w:rsidP="00D6279C">
      <w:pPr>
        <w:pStyle w:val="Titredudocument"/>
        <w:rPr>
          <w:rFonts w:eastAsiaTheme="majorEastAsia"/>
        </w:rPr>
      </w:pPr>
      <w:r w:rsidRPr="00CB237D">
        <w:rPr>
          <w:rFonts w:eastAsiaTheme="majorEastAsia"/>
        </w:rPr>
        <w:t xml:space="preserve">Fiche </w:t>
      </w:r>
      <w:r w:rsidR="0063545E" w:rsidRPr="00CB237D">
        <w:rPr>
          <w:rFonts w:eastAsiaTheme="majorEastAsia"/>
        </w:rPr>
        <w:t>élève</w:t>
      </w:r>
      <w:r w:rsidR="00337BFB">
        <w:rPr>
          <w:rFonts w:eastAsiaTheme="majorEastAsia"/>
        </w:rPr>
        <w:t> </w:t>
      </w:r>
      <w:r w:rsidR="005A6258" w:rsidRPr="00CB237D">
        <w:rPr>
          <w:rFonts w:eastAsiaTheme="majorEastAsia"/>
        </w:rPr>
        <w:t>: mesure d’une longueur</w:t>
      </w:r>
    </w:p>
    <w:p w14:paraId="0D39BBB1" w14:textId="7A0090C0" w:rsidR="00AB42D2" w:rsidRDefault="00AB42D2" w:rsidP="00AB42D2">
      <w:pPr>
        <w:pStyle w:val="Titre1"/>
      </w:pPr>
      <w:r>
        <w:t>Je comprends</w:t>
      </w:r>
    </w:p>
    <w:p w14:paraId="2149B9FB" w14:textId="54A1852B" w:rsidR="00FA39C0" w:rsidRPr="00F26EC1" w:rsidRDefault="00AB42D2">
      <w:r>
        <w:t>L</w:t>
      </w:r>
      <w:r w:rsidR="00617B64" w:rsidRPr="00F26EC1">
        <w:t xml:space="preserve">’unité est la longueur </w:t>
      </w:r>
      <w:r w:rsidR="00554D33" w:rsidRPr="00F26EC1">
        <w:t>du segment noir</w:t>
      </w:r>
      <w:r w:rsidR="00617B64" w:rsidRPr="00F26EC1">
        <w:t>.</w:t>
      </w:r>
    </w:p>
    <w:p w14:paraId="7B91BB7F" w14:textId="77777777" w:rsidR="00AB42D2" w:rsidRDefault="00AB42D2" w:rsidP="00AB42D2">
      <w:pPr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662E21B7" wp14:editId="12D05707">
                <wp:extent cx="1938655" cy="1435735"/>
                <wp:effectExtent l="0" t="0" r="23495" b="31115"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8655" cy="1435735"/>
                          <a:chOff x="0" y="0"/>
                          <a:chExt cx="1938655" cy="1435735"/>
                        </a:xfrm>
                      </wpg:grpSpPr>
                      <wpg:grpSp>
                        <wpg:cNvPr id="2" name="Groupe 2"/>
                        <wpg:cNvGrpSpPr/>
                        <wpg:grpSpPr>
                          <a:xfrm>
                            <a:off x="0" y="0"/>
                            <a:ext cx="1938655" cy="1435735"/>
                            <a:chOff x="1219863" y="789547"/>
                            <a:chExt cx="1938655" cy="1436156"/>
                          </a:xfrm>
                        </wpg:grpSpPr>
                        <wpg:grpSp>
                          <wpg:cNvPr id="3" name="Groupe 3"/>
                          <wpg:cNvGrpSpPr/>
                          <wpg:grpSpPr>
                            <a:xfrm>
                              <a:off x="1219863" y="863657"/>
                              <a:ext cx="1938655" cy="1292671"/>
                              <a:chOff x="1219863" y="863817"/>
                              <a:chExt cx="2872929" cy="1292671"/>
                            </a:xfrm>
                          </wpg:grpSpPr>
                          <wps:wsp>
                            <wps:cNvPr id="4" name="Connecteur droit 4"/>
                            <wps:cNvCnPr/>
                            <wps:spPr>
                              <a:xfrm>
                                <a:off x="1222592" y="863817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Connecteur droit 5"/>
                            <wps:cNvCnPr/>
                            <wps:spPr>
                              <a:xfrm>
                                <a:off x="1222592" y="934113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Connecteur droit 6"/>
                            <wps:cNvCnPr/>
                            <wps:spPr>
                              <a:xfrm>
                                <a:off x="1222592" y="1005868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Connecteur droit 7"/>
                            <wps:cNvCnPr/>
                            <wps:spPr>
                              <a:xfrm>
                                <a:off x="1221133" y="1077623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Connecteur droit 8"/>
                            <wps:cNvCnPr/>
                            <wps:spPr>
                              <a:xfrm>
                                <a:off x="1221133" y="1148108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Connecteur droit 9"/>
                            <wps:cNvCnPr/>
                            <wps:spPr>
                              <a:xfrm>
                                <a:off x="1221133" y="1219863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Connecteur droit 10"/>
                            <wps:cNvCnPr/>
                            <wps:spPr>
                              <a:xfrm>
                                <a:off x="1222592" y="1294158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Connecteur droit 11"/>
                            <wps:cNvCnPr/>
                            <wps:spPr>
                              <a:xfrm>
                                <a:off x="1222592" y="1364643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Connecteur droit 12"/>
                            <wps:cNvCnPr/>
                            <wps:spPr>
                              <a:xfrm>
                                <a:off x="1222592" y="1436398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Connecteur droit 13"/>
                            <wps:cNvCnPr/>
                            <wps:spPr>
                              <a:xfrm>
                                <a:off x="1222592" y="1508153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Connecteur droit 14"/>
                            <wps:cNvCnPr/>
                            <wps:spPr>
                              <a:xfrm>
                                <a:off x="1222592" y="1578638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Connecteur droit 15"/>
                            <wps:cNvCnPr/>
                            <wps:spPr>
                              <a:xfrm>
                                <a:off x="1222592" y="1650393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Connecteur droit 16"/>
                            <wps:cNvCnPr/>
                            <wps:spPr>
                              <a:xfrm>
                                <a:off x="1221133" y="1725958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Connecteur droit 17"/>
                            <wps:cNvCnPr/>
                            <wps:spPr>
                              <a:xfrm>
                                <a:off x="1221133" y="1796443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Connecteur droit 18"/>
                            <wps:cNvCnPr/>
                            <wps:spPr>
                              <a:xfrm>
                                <a:off x="1221133" y="1868198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Connecteur droit 19"/>
                            <wps:cNvCnPr/>
                            <wps:spPr>
                              <a:xfrm>
                                <a:off x="1219863" y="1939953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Connecteur droit 23"/>
                            <wps:cNvCnPr/>
                            <wps:spPr>
                              <a:xfrm>
                                <a:off x="1219863" y="2010438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Connecteur droit 28"/>
                            <wps:cNvCnPr/>
                            <wps:spPr>
                              <a:xfrm>
                                <a:off x="1219863" y="2082193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Connecteur droit 29"/>
                            <wps:cNvCnPr/>
                            <wps:spPr>
                              <a:xfrm>
                                <a:off x="1221133" y="2156488"/>
                                <a:ext cx="2870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0" name="Groupe 30"/>
                          <wpg:cNvGrpSpPr/>
                          <wpg:grpSpPr>
                            <a:xfrm>
                              <a:off x="1292736" y="789547"/>
                              <a:ext cx="1721002" cy="1436156"/>
                              <a:chOff x="1292736" y="789693"/>
                              <a:chExt cx="1721002" cy="1794785"/>
                            </a:xfrm>
                          </wpg:grpSpPr>
                          <wps:wsp>
                            <wps:cNvPr id="31" name="Connecteur droit 31"/>
                            <wps:cNvCnPr/>
                            <wps:spPr>
                              <a:xfrm>
                                <a:off x="2727836" y="791025"/>
                                <a:ext cx="0" cy="179266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" name="Connecteur droit 32"/>
                            <wps:cNvCnPr/>
                            <wps:spPr>
                              <a:xfrm>
                                <a:off x="2440816" y="791818"/>
                                <a:ext cx="0" cy="179266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Connecteur droit 33"/>
                            <wps:cNvCnPr/>
                            <wps:spPr>
                              <a:xfrm>
                                <a:off x="2155066" y="791818"/>
                                <a:ext cx="0" cy="179266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Connecteur droit 34"/>
                            <wps:cNvCnPr/>
                            <wps:spPr>
                              <a:xfrm>
                                <a:off x="1865506" y="790231"/>
                                <a:ext cx="0" cy="179266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Connecteur droit 35"/>
                            <wps:cNvCnPr/>
                            <wps:spPr>
                              <a:xfrm>
                                <a:off x="1578486" y="791025"/>
                                <a:ext cx="0" cy="179266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Connecteur droit 36"/>
                            <wps:cNvCnPr/>
                            <wps:spPr>
                              <a:xfrm>
                                <a:off x="1292736" y="791025"/>
                                <a:ext cx="0" cy="179345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Connecteur droit 37"/>
                            <wps:cNvCnPr/>
                            <wps:spPr>
                              <a:xfrm>
                                <a:off x="3013738" y="789693"/>
                                <a:ext cx="0" cy="179213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8" name="Connecteur droit 38"/>
                          <wps:cNvCnPr/>
                          <wps:spPr>
                            <a:xfrm>
                              <a:off x="1578486" y="1422411"/>
                              <a:ext cx="141899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Connecteur droit avec flèche 39"/>
                          <wps:cNvCnPr/>
                          <wps:spPr>
                            <a:xfrm>
                              <a:off x="1578486" y="1293754"/>
                              <a:ext cx="1418995" cy="16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Zone de texte 34"/>
                          <wps:cNvSpPr txBox="1"/>
                          <wps:spPr>
                            <a:xfrm>
                              <a:off x="2155066" y="1179476"/>
                              <a:ext cx="290430" cy="1849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CA868E" w14:textId="77777777" w:rsidR="00AC4197" w:rsidRDefault="00AC4197" w:rsidP="00AB42D2">
                                <w:pPr>
                                  <w:pStyle w:val="NormalWeb"/>
                                  <w:spacing w:before="0" w:beforeAutospacing="0" w:after="12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 xml:space="preserve">1 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Connecteur droit 41"/>
                          <wps:cNvCnPr/>
                          <wps:spPr>
                            <a:xfrm>
                              <a:off x="1578486" y="2009993"/>
                              <a:ext cx="114935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Connecteur droit 42"/>
                          <wps:cNvCnPr/>
                          <wps:spPr>
                            <a:xfrm>
                              <a:off x="1578486" y="1722451"/>
                              <a:ext cx="287678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Zone de texte 1"/>
                        <wps:cNvSpPr txBox="1"/>
                        <wps:spPr>
                          <a:xfrm>
                            <a:off x="133350" y="828675"/>
                            <a:ext cx="179148" cy="1890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79D531" w14:textId="77777777" w:rsidR="005A6258" w:rsidRDefault="005A6258" w:rsidP="00D025D2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133350" y="1123950"/>
                            <a:ext cx="179148" cy="1890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948C5E" w14:textId="37E87246" w:rsidR="005A6258" w:rsidRDefault="005A6258" w:rsidP="00D025D2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2E21B7" id="Groupe 22" o:spid="_x0000_s1026" style="width:152.65pt;height:113.05pt;mso-position-horizontal-relative:char;mso-position-vertical-relative:line" coordsize="19386,14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">
                <v:group id="Groupe 2" o:spid="_x0000_s1027" style="position:absolute;width:19386;height:14357" coordorigin="12198,7895" coordsize="19386,14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e 3" o:spid="_x0000_s1028" style="position:absolute;left:12198;top:8636;width:19387;height:12927" coordorigin="12198,8638" coordsize="28729,1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line id="Connecteur droit 4" o:spid="_x0000_s1029" style="position:absolute;visibility:visible;mso-wrap-style:square" from="12225,8638" to="40927,8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" strokecolor="#c9c9c9 [1942]" strokeweight="1pt">
                      <v:stroke joinstyle="miter"/>
                    </v:line>
                    <v:line id="Connecteur droit 5" o:spid="_x0000_s1030" style="position:absolute;visibility:visible;mso-wrap-style:square" from="12225,9341" to="40927,9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" strokecolor="#c9c9c9 [1942]" strokeweight=".5pt">
                      <v:stroke joinstyle="miter"/>
                    </v:line>
                    <v:line id="Connecteur droit 6" o:spid="_x0000_s1031" style="position:absolute;visibility:visible;mso-wrap-style:square" from="12225,10058" to="40927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" strokecolor="#c9c9c9 [1942]" strokeweight=".5pt">
                      <v:stroke joinstyle="miter"/>
                    </v:line>
                    <v:line id="Connecteur droit 7" o:spid="_x0000_s1032" style="position:absolute;visibility:visible;mso-wrap-style:square" from="12211,10776" to="40913,10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" strokecolor="#c9c9c9 [1942]" strokeweight=".5pt">
                      <v:stroke joinstyle="miter"/>
                    </v:line>
                    <v:line id="Connecteur droit 8" o:spid="_x0000_s1033" style="position:absolute;visibility:visible;mso-wrap-style:square" from="12211,11481" to="40913,11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" strokecolor="#c9c9c9 [1942]" strokeweight="1pt">
                      <v:stroke joinstyle="miter"/>
                    </v:line>
                    <v:line id="Connecteur droit 9" o:spid="_x0000_s1034" style="position:absolute;visibility:visible;mso-wrap-style:square" from="12211,12198" to="40913,1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" strokecolor="#c9c9c9 [1942]" strokeweight=".5pt">
                      <v:stroke joinstyle="miter"/>
                    </v:line>
                    <v:line id="Connecteur droit 10" o:spid="_x0000_s1035" style="position:absolute;visibility:visible;mso-wrap-style:square" from="12225,12941" to="40927,12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" strokecolor="#c9c9c9 [1942]" strokeweight=".5pt">
                      <v:stroke joinstyle="miter"/>
                    </v:line>
                    <v:line id="Connecteur droit 11" o:spid="_x0000_s1036" style="position:absolute;visibility:visible;mso-wrap-style:square" from="12225,13646" to="40927,1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" strokecolor="#c9c9c9 [1942]" strokeweight=".5pt">
                      <v:stroke joinstyle="miter"/>
                    </v:line>
                    <v:line id="Connecteur droit 12" o:spid="_x0000_s1037" style="position:absolute;visibility:visible;mso-wrap-style:square" from="12225,14363" to="40927,14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" strokecolor="#c9c9c9 [1942]" strokeweight="1pt">
                      <v:stroke joinstyle="miter"/>
                    </v:line>
                    <v:line id="Connecteur droit 13" o:spid="_x0000_s1038" style="position:absolute;visibility:visible;mso-wrap-style:square" from="12225,15081" to="40927,15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" strokecolor="#c9c9c9 [1942]" strokeweight=".5pt">
                      <v:stroke joinstyle="miter"/>
                    </v:line>
                    <v:line id="Connecteur droit 14" o:spid="_x0000_s1039" style="position:absolute;visibility:visible;mso-wrap-style:square" from="12225,15786" to="40927,15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" strokecolor="#c9c9c9 [1942]" strokeweight=".5pt">
                      <v:stroke joinstyle="miter"/>
                    </v:line>
                    <v:line id="Connecteur droit 15" o:spid="_x0000_s1040" style="position:absolute;visibility:visible;mso-wrap-style:square" from="12225,16503" to="40927,16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" strokecolor="#c9c9c9 [1942]" strokeweight=".5pt">
                      <v:stroke joinstyle="miter"/>
                    </v:line>
                    <v:line id="Connecteur droit 16" o:spid="_x0000_s1041" style="position:absolute;visibility:visible;mso-wrap-style:square" from="12211,17259" to="40913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" strokecolor="#c9c9c9 [1942]" strokeweight="1pt">
                      <v:stroke joinstyle="miter"/>
                    </v:line>
                    <v:line id="Connecteur droit 17" o:spid="_x0000_s1042" style="position:absolute;visibility:visible;mso-wrap-style:square" from="12211,17964" to="40913,17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" strokecolor="#c9c9c9 [1942]" strokeweight=".5pt">
                      <v:stroke joinstyle="miter"/>
                    </v:line>
                    <v:line id="Connecteur droit 18" o:spid="_x0000_s1043" style="position:absolute;visibility:visible;mso-wrap-style:square" from="12211,18681" to="40913,18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" strokecolor="#c9c9c9 [1942]" strokeweight=".5pt">
                      <v:stroke joinstyle="miter"/>
                    </v:line>
                    <v:line id="Connecteur droit 19" o:spid="_x0000_s1044" style="position:absolute;visibility:visible;mso-wrap-style:square" from="12198,19399" to="40900,19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" strokecolor="#c9c9c9 [1942]" strokeweight=".5pt">
                      <v:stroke joinstyle="miter"/>
                    </v:line>
                    <v:line id="Connecteur droit 23" o:spid="_x0000_s1045" style="position:absolute;visibility:visible;mso-wrap-style:square" from="12198,20104" to="40900,20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" strokecolor="#c9c9c9 [1942]" strokeweight="1pt">
                      <v:stroke joinstyle="miter"/>
                    </v:line>
                    <v:line id="Connecteur droit 28" o:spid="_x0000_s1046" style="position:absolute;visibility:visible;mso-wrap-style:square" from="12198,20821" to="40900,20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" strokecolor="#c9c9c9 [1942]" strokeweight=".5pt">
                      <v:stroke joinstyle="miter"/>
                    </v:line>
                    <v:line id="Connecteur droit 29" o:spid="_x0000_s1047" style="position:absolute;visibility:visible;mso-wrap-style:square" from="12211,21564" to="40913,21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" strokecolor="#c9c9c9 [1942]" strokeweight=".5pt">
                      <v:stroke joinstyle="miter"/>
                    </v:line>
                  </v:group>
                  <v:group id="Groupe 30" o:spid="_x0000_s1048" style="position:absolute;left:12927;top:7895;width:17210;height:14362" coordorigin="12927,7896" coordsize="17210,17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line id="Connecteur droit 31" o:spid="_x0000_s1049" style="position:absolute;visibility:visible;mso-wrap-style:square" from="27278,7910" to="27278,2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" strokecolor="#c9c9c9 [1942]" strokeweight="1pt">
                      <v:stroke joinstyle="miter"/>
                    </v:line>
                    <v:line id="Connecteur droit 32" o:spid="_x0000_s1050" style="position:absolute;visibility:visible;mso-wrap-style:square" from="24408,7918" to="24408,25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" strokecolor="#c9c9c9 [1942]" strokeweight="1pt">
                      <v:stroke joinstyle="miter"/>
                    </v:line>
                    <v:line id="Connecteur droit 33" o:spid="_x0000_s1051" style="position:absolute;visibility:visible;mso-wrap-style:square" from="21550,7918" to="21550,25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" strokecolor="#c9c9c9 [1942]" strokeweight="1pt">
                      <v:stroke joinstyle="miter"/>
                    </v:line>
                    <v:line id="Connecteur droit 34" o:spid="_x0000_s1052" style="position:absolute;visibility:visible;mso-wrap-style:square" from="18655,7902" to="18655,25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" strokecolor="#c9c9c9 [1942]" strokeweight="1pt">
                      <v:stroke joinstyle="miter"/>
                    </v:line>
                    <v:line id="Connecteur droit 35" o:spid="_x0000_s1053" style="position:absolute;visibility:visible;mso-wrap-style:square" from="15784,7910" to="15784,2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" strokecolor="#c9c9c9 [1942]" strokeweight="1pt">
                      <v:stroke joinstyle="miter"/>
                    </v:line>
                    <v:line id="Connecteur droit 36" o:spid="_x0000_s1054" style="position:absolute;visibility:visible;mso-wrap-style:square" from="12927,7910" to="12927,25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" strokecolor="#c9c9c9 [1942]" strokeweight="1pt">
                      <v:stroke joinstyle="miter"/>
                    </v:line>
                    <v:line id="Connecteur droit 37" o:spid="_x0000_s1055" style="position:absolute;visibility:visible;mso-wrap-style:square" from="30137,7896" to="30137,25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" strokecolor="#c9c9c9 [1942]" strokeweight="1pt">
                      <v:stroke joinstyle="miter"/>
                    </v:line>
                  </v:group>
                  <v:line id="Connecteur droit 38" o:spid="_x0000_s1056" style="position:absolute;visibility:visible;mso-wrap-style:square" from="15784,14224" to="29974,14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" strokecolor="black [3213]" strokeweight="3pt">
                    <v:stroke joinstyle="miter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39" o:spid="_x0000_s1057" type="#_x0000_t32" style="position:absolute;left:15784;top:12937;width:14190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" strokecolor="black [3213]" strokeweight=".5pt">
                    <v:stroke startarrow="block" endarrow="block" joinstyle="miter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58" type="#_x0000_t202" style="position:absolute;left:21550;top:11794;width:2904;height:1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" fillcolor="white [3201]" stroked="f" strokeweight=".5pt">
                    <v:textbox inset="0,0,0,0">
                      <w:txbxContent>
                        <w:p w14:paraId="2ECA868E" w14:textId="77777777" w:rsidR="00AC4197" w:rsidRDefault="00AC4197" w:rsidP="00AB42D2">
                          <w:pPr>
                            <w:pStyle w:val="NormalWeb"/>
                            <w:spacing w:before="0" w:beforeAutospacing="0" w:after="120" w:afterAutospacing="0" w:line="25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 xml:space="preserve">1 </w:t>
                          </w:r>
                        </w:p>
                      </w:txbxContent>
                    </v:textbox>
                  </v:shape>
                  <v:line id="Connecteur droit 41" o:spid="_x0000_s1059" style="position:absolute;visibility:visible;mso-wrap-style:square" from="15784,20099" to="27278,20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" strokecolor="red" strokeweight="3pt">
                    <v:stroke joinstyle="miter"/>
                  </v:line>
                  <v:line id="Connecteur droit 42" o:spid="_x0000_s1060" style="position:absolute;visibility:visible;mso-wrap-style:square" from="15784,17224" to="18661,17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" strokecolor="#0070c0" strokeweight="3pt">
                    <v:stroke joinstyle="miter"/>
                  </v:line>
                </v:group>
                <v:shape id="Zone de texte 1" o:spid="_x0000_s1061" type="#_x0000_t202" style="position:absolute;left:1333;top:8286;width:1791;height:1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" fillcolor="white [3201]" stroked="f" strokeweight=".5pt">
                  <v:textbox inset="0,0,0,0">
                    <w:txbxContent>
                      <w:p w14:paraId="5379D531" w14:textId="77777777" w:rsidR="005A6258" w:rsidRDefault="005A6258" w:rsidP="00D025D2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Zone de texte 21" o:spid="_x0000_s1062" type="#_x0000_t202" style="position:absolute;left:1333;top:11239;width:1791;height:1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" fillcolor="white [3201]" stroked="f" strokeweight=".5pt">
                  <v:textbox inset="0,0,0,0">
                    <w:txbxContent>
                      <w:p w14:paraId="45948C5E" w14:textId="37E87246" w:rsidR="005A6258" w:rsidRDefault="005A6258" w:rsidP="00D025D2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470A608" w14:textId="49652866" w:rsidR="00D049A7" w:rsidRPr="00F26EC1" w:rsidRDefault="00D049A7" w:rsidP="00554D33">
      <w:r w:rsidRPr="00F26EC1">
        <w:t xml:space="preserve">Quelle est la longueur </w:t>
      </w:r>
      <w:r w:rsidR="00554D33" w:rsidRPr="00F26EC1">
        <w:t>du segment A</w:t>
      </w:r>
      <w:r w:rsidRPr="00F26EC1">
        <w:t> </w:t>
      </w:r>
      <w:r w:rsidR="00554912" w:rsidRPr="00F26EC1">
        <w:t>et ce</w:t>
      </w:r>
      <w:r w:rsidR="00554D33" w:rsidRPr="00F26EC1">
        <w:t>lle du segment B</w:t>
      </w:r>
      <w:r w:rsidR="00337BFB">
        <w:t> </w:t>
      </w:r>
      <w:r w:rsidRPr="00F26EC1">
        <w:t>?</w:t>
      </w:r>
    </w:p>
    <w:p w14:paraId="3703DC14" w14:textId="6C4A31C4" w:rsidR="00D049A7" w:rsidRPr="00F26EC1" w:rsidRDefault="00E14F6D" w:rsidP="00AB42D2">
      <w:pPr>
        <w:spacing w:before="100" w:after="100"/>
        <w:rPr>
          <w:rFonts w:eastAsiaTheme="minorEastAsia"/>
        </w:rPr>
      </w:pPr>
      <w:r w:rsidRPr="00F26EC1">
        <w:t xml:space="preserve">La longueur du segment </w:t>
      </w:r>
      <w:r w:rsidR="00554D33" w:rsidRPr="00F26EC1">
        <w:t>A</w:t>
      </w:r>
      <w:r w:rsidRPr="00F26EC1">
        <w:t xml:space="preserve"> est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F26EC1">
        <w:rPr>
          <w:rFonts w:eastAsiaTheme="minorEastAsia"/>
        </w:rPr>
        <w:t xml:space="preserve"> </w:t>
      </w:r>
      <w:r w:rsidRPr="00F26EC1">
        <w:t>car le</w:t>
      </w:r>
      <w:r w:rsidR="00FA39C0" w:rsidRPr="00F26EC1">
        <w:t xml:space="preserve"> segment </w:t>
      </w:r>
      <w:r w:rsidR="00554D33" w:rsidRPr="00F26EC1">
        <w:t>A</w:t>
      </w:r>
      <w:r w:rsidR="008C2529" w:rsidRPr="00F26EC1">
        <w:t xml:space="preserve"> est 5 fois plus petit</w:t>
      </w:r>
      <w:r w:rsidR="00FA39C0" w:rsidRPr="00F26EC1">
        <w:t xml:space="preserve"> que l</w:t>
      </w:r>
      <w:r w:rsidR="00C75692" w:rsidRPr="00F26EC1">
        <w:t xml:space="preserve">’unité  </w:t>
      </w:r>
      <m:oMath>
        <m:r>
          <w:rPr>
            <w:rFonts w:ascii="Cambria Math" w:hAnsi="Cambria Math"/>
          </w:rPr>
          <m:t>5×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=1</m:t>
        </m:r>
      </m:oMath>
    </w:p>
    <w:p w14:paraId="5BF23025" w14:textId="63460E24" w:rsidR="00554912" w:rsidRPr="00F26EC1" w:rsidRDefault="00554912" w:rsidP="00554912">
      <w:r w:rsidRPr="00F26EC1">
        <w:t xml:space="preserve">La longueur du segment </w:t>
      </w:r>
      <w:r w:rsidR="00554D33" w:rsidRPr="00F26EC1">
        <w:t>B</w:t>
      </w:r>
      <w:r w:rsidRPr="00F26EC1">
        <w:t xml:space="preserve"> est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F26EC1">
        <w:rPr>
          <w:rFonts w:eastAsiaTheme="minorEastAsia"/>
        </w:rPr>
        <w:t xml:space="preserve">  car</w:t>
      </w:r>
      <w:r w:rsidRPr="00F26EC1">
        <w:t xml:space="preserve"> la longueur du segment</w:t>
      </w:r>
      <w:r w:rsidR="00554D33" w:rsidRPr="00F26EC1">
        <w:t xml:space="preserve"> B</w:t>
      </w:r>
      <w:r w:rsidRPr="00F26EC1">
        <w:t xml:space="preserve"> est 4 fois plus grande que celle du segment </w:t>
      </w:r>
      <w:r w:rsidR="00554D33" w:rsidRPr="00F26EC1">
        <w:t>A</w:t>
      </w:r>
      <w:r w:rsidRPr="00F26EC1">
        <w:t xml:space="preserve"> et </w:t>
      </w:r>
      <m:oMath>
        <m:r>
          <w:rPr>
            <w:rFonts w:ascii="Cambria Math" w:hAnsi="Cambria Math"/>
          </w:rPr>
          <m:t>4×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14:paraId="788D102A" w14:textId="65A7149B" w:rsidR="003F62E7" w:rsidRPr="00F26EC1" w:rsidRDefault="003F62E7" w:rsidP="006611C3">
      <w:pPr>
        <w:rPr>
          <w:rFonts w:eastAsiaTheme="minorEastAsia"/>
        </w:rPr>
      </w:pPr>
      <w:r w:rsidRPr="00F26EC1">
        <w:rPr>
          <w:rFonts w:eastAsiaTheme="minorEastAsia"/>
        </w:rPr>
        <w:t xml:space="preserve">Or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  <m:r>
          <w:rPr>
            <w:rFonts w:ascii="Cambria Math" w:eastAsiaTheme="minorEastAsia" w:hAnsi="Cambria Math"/>
          </w:rPr>
          <m:t>=0,2</m:t>
        </m:r>
      </m:oMath>
    </w:p>
    <w:p w14:paraId="260413E1" w14:textId="226999C3" w:rsidR="003F62E7" w:rsidRPr="00F26EC1" w:rsidRDefault="00F26EC1" w:rsidP="00F26EC1">
      <w:pPr>
        <w:jc w:val="center"/>
        <w:rPr>
          <w:color w:val="FF0000"/>
        </w:rPr>
      </w:pPr>
      <w:r w:rsidRPr="00F26EC1">
        <w:rPr>
          <w:rFonts w:eastAsiaTheme="minorEastAsia"/>
          <w:noProof/>
        </w:rPr>
        <w:drawing>
          <wp:inline distT="0" distB="0" distL="0" distR="0" wp14:anchorId="483C9B77" wp14:editId="582504F6">
            <wp:extent cx="2286000" cy="1066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EB60C" w14:textId="37AFF512" w:rsidR="00B65785" w:rsidRPr="00F26EC1" w:rsidRDefault="00D049A7" w:rsidP="00F26EC1">
      <w:pPr>
        <w:spacing w:before="240"/>
        <w:rPr>
          <w:rFonts w:eastAsiaTheme="minorEastAsia"/>
        </w:rPr>
      </w:pPr>
      <w:r w:rsidRPr="00F26EC1">
        <w:rPr>
          <w:rFonts w:eastAsiaTheme="minorEastAsia"/>
        </w:rPr>
        <w:t>La</w:t>
      </w:r>
      <w:r w:rsidR="00FA39C0" w:rsidRPr="00F26EC1">
        <w:rPr>
          <w:rFonts w:eastAsiaTheme="minorEastAsia"/>
        </w:rPr>
        <w:t xml:space="preserve"> longueur du segment </w:t>
      </w:r>
      <w:r w:rsidR="00554D33" w:rsidRPr="00F26EC1">
        <w:rPr>
          <w:rFonts w:eastAsiaTheme="minorEastAsia"/>
        </w:rPr>
        <w:t xml:space="preserve">A </w:t>
      </w:r>
      <w:r w:rsidR="00FA39C0" w:rsidRPr="00F26EC1">
        <w:rPr>
          <w:rFonts w:eastAsiaTheme="minorEastAsia"/>
        </w:rPr>
        <w:t xml:space="preserve">est </w:t>
      </w:r>
      <w:r w:rsidRPr="00F26EC1">
        <w:rPr>
          <w:rFonts w:eastAsiaTheme="minorEastAsia"/>
        </w:rPr>
        <w:t xml:space="preserve">aussi </w:t>
      </w:r>
      <w:r w:rsidR="00C3248E" w:rsidRPr="00F26EC1">
        <w:rPr>
          <w:rFonts w:eastAsiaTheme="minorEastAsia"/>
        </w:rPr>
        <w:t>0,2.</w:t>
      </w:r>
    </w:p>
    <w:p w14:paraId="773AA879" w14:textId="77777777" w:rsidR="00D049A7" w:rsidRPr="00F26EC1" w:rsidRDefault="00EF64A7">
      <w:p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 w:rsidR="00D049A7" w:rsidRPr="00F26EC1">
        <w:rPr>
          <w:rFonts w:eastAsiaTheme="minorEastAsia"/>
        </w:rPr>
        <w:t xml:space="preserve"> et 0,2 sont deux écritures d’un même nombre.</w:t>
      </w:r>
    </w:p>
    <w:p w14:paraId="35447957" w14:textId="77777777" w:rsidR="00554D33" w:rsidRPr="00F26EC1" w:rsidRDefault="00554912" w:rsidP="00554912">
      <w:pPr>
        <w:rPr>
          <w:rFonts w:eastAsiaTheme="minorEastAsia"/>
        </w:rPr>
      </w:pPr>
      <w:r w:rsidRPr="00F26EC1">
        <w:rPr>
          <w:rFonts w:eastAsiaTheme="minorEastAsia"/>
        </w:rPr>
        <w:t xml:space="preserve">La longueur du segment </w:t>
      </w:r>
      <w:r w:rsidR="00554D33" w:rsidRPr="00F26EC1">
        <w:rPr>
          <w:rFonts w:eastAsiaTheme="minorEastAsia"/>
        </w:rPr>
        <w:t>B est aussi 0,8.</w:t>
      </w:r>
    </w:p>
    <w:p w14:paraId="06996C27" w14:textId="1EEFCC9C" w:rsidR="00554912" w:rsidRPr="00F26EC1" w:rsidRDefault="00EF64A7" w:rsidP="00554912">
      <w:p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 w:rsidR="00554912" w:rsidRPr="00F26EC1">
        <w:rPr>
          <w:rFonts w:eastAsiaTheme="minorEastAsia"/>
        </w:rPr>
        <w:t xml:space="preserve"> et 0,8 sont deux écritures d’un même nombre.</w:t>
      </w:r>
    </w:p>
    <w:p w14:paraId="2744F01D" w14:textId="016B62A2" w:rsidR="00B00CBC" w:rsidRPr="00F26EC1" w:rsidRDefault="00B00CBC">
      <w:r w:rsidRPr="00F26EC1">
        <w:br w:type="page"/>
      </w:r>
    </w:p>
    <w:p w14:paraId="19770AC3" w14:textId="08CFF978" w:rsidR="008F01BE" w:rsidRPr="00F26EC1" w:rsidRDefault="00B00CBC" w:rsidP="00AB42D2">
      <w:pPr>
        <w:pStyle w:val="Titre1"/>
      </w:pPr>
      <w:r w:rsidRPr="00F26EC1">
        <w:lastRenderedPageBreak/>
        <w:t>Je m’exerce</w:t>
      </w:r>
    </w:p>
    <w:p w14:paraId="26E96AEB" w14:textId="5EE49A1F" w:rsidR="00D72B53" w:rsidRPr="00F26EC1" w:rsidRDefault="00D72B53" w:rsidP="00AB42D2">
      <w:pPr>
        <w:pStyle w:val="Titre2"/>
      </w:pPr>
      <w:r w:rsidRPr="00F26EC1">
        <w:t>Exercice 1</w:t>
      </w:r>
    </w:p>
    <w:p w14:paraId="1F6FC21B" w14:textId="48CBB349" w:rsidR="00B00CBC" w:rsidRPr="00F26EC1" w:rsidRDefault="00BF717E" w:rsidP="00F26EC1">
      <w:pPr>
        <w:pStyle w:val="Paragraphedeliste"/>
        <w:ind w:left="357"/>
        <w:contextualSpacing w:val="0"/>
      </w:pPr>
      <w:r w:rsidRPr="00F26EC1">
        <w:t xml:space="preserve">Dans chaque </w:t>
      </w:r>
      <w:r w:rsidR="00D47E6E" w:rsidRPr="00F26EC1">
        <w:t>cas, en</w:t>
      </w:r>
      <w:bookmarkStart w:id="0" w:name="_GoBack"/>
      <w:bookmarkEnd w:id="0"/>
      <w:r w:rsidR="00D47E6E" w:rsidRPr="00F26EC1">
        <w:t xml:space="preserve">toure les nombres </w:t>
      </w:r>
      <w:r w:rsidRPr="00F26EC1">
        <w:t xml:space="preserve">qui permettent de donner </w:t>
      </w:r>
      <w:r w:rsidR="00B00CBC" w:rsidRPr="00F26EC1">
        <w:t xml:space="preserve">la </w:t>
      </w:r>
      <w:r w:rsidR="00A5556C" w:rsidRPr="00F26EC1">
        <w:t>mesure du segment</w:t>
      </w:r>
      <w:r w:rsidR="00E06220" w:rsidRPr="00F26EC1">
        <w:t xml:space="preserve"> bleu</w:t>
      </w:r>
      <w:r w:rsidRPr="00F26EC1">
        <w:t xml:space="preserve">. </w:t>
      </w:r>
      <w:r w:rsidR="00070DCD" w:rsidRPr="00F26EC1">
        <w:t>L’unité étant la longueur de la ligne noire.</w:t>
      </w:r>
    </w:p>
    <w:tbl>
      <w:tblPr>
        <w:tblStyle w:val="Grilledutableau"/>
        <w:tblW w:w="927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74"/>
        <w:gridCol w:w="4776"/>
        <w:gridCol w:w="4024"/>
      </w:tblGrid>
      <w:tr w:rsidR="0087432D" w:rsidRPr="00F26EC1" w14:paraId="1E60DF64" w14:textId="77777777" w:rsidTr="00E66BB8">
        <w:trPr>
          <w:trHeight w:val="2438"/>
          <w:jc w:val="center"/>
        </w:trPr>
        <w:tc>
          <w:tcPr>
            <w:tcW w:w="474" w:type="dxa"/>
          </w:tcPr>
          <w:p w14:paraId="74691051" w14:textId="0A5CE801" w:rsidR="00C16C4B" w:rsidRPr="00F26EC1" w:rsidRDefault="00C16C4B" w:rsidP="004654B1">
            <w:pPr>
              <w:pStyle w:val="Paragraphedeliste"/>
              <w:ind w:left="-47" w:firstLine="47"/>
            </w:pPr>
            <w:r w:rsidRPr="00F26EC1">
              <w:t>1)</w:t>
            </w:r>
          </w:p>
        </w:tc>
        <w:tc>
          <w:tcPr>
            <w:tcW w:w="4776" w:type="dxa"/>
            <w:vAlign w:val="center"/>
          </w:tcPr>
          <w:p w14:paraId="7DA3DEDF" w14:textId="2679DC5B" w:rsidR="00C16C4B" w:rsidRPr="00F26EC1" w:rsidRDefault="00AC4197" w:rsidP="00E73161">
            <w:pPr>
              <w:pStyle w:val="Paragraphedeliste"/>
              <w:ind w:left="0"/>
            </w:pPr>
            <w:r w:rsidRPr="00F26EC1">
              <w:rPr>
                <w:noProof/>
              </w:rPr>
              <mc:AlternateContent>
                <mc:Choice Requires="wpg">
                  <w:drawing>
                    <wp:inline distT="0" distB="0" distL="0" distR="0" wp14:anchorId="2C074861" wp14:editId="2E70895B">
                      <wp:extent cx="1938655" cy="1436146"/>
                      <wp:effectExtent l="0" t="0" r="23495" b="31115"/>
                      <wp:docPr id="87" name="Groupe 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38655" cy="1436146"/>
                                <a:chOff x="1219863" y="789547"/>
                                <a:chExt cx="1938655" cy="1436156"/>
                              </a:xfrm>
                            </wpg:grpSpPr>
                            <wpg:grpSp>
                              <wpg:cNvPr id="88" name="Groupe 88"/>
                              <wpg:cNvGrpSpPr/>
                              <wpg:grpSpPr>
                                <a:xfrm>
                                  <a:off x="1219863" y="863657"/>
                                  <a:ext cx="1938655" cy="1292671"/>
                                  <a:chOff x="1219863" y="863817"/>
                                  <a:chExt cx="2872929" cy="1292671"/>
                                </a:xfrm>
                              </wpg:grpSpPr>
                              <wps:wsp>
                                <wps:cNvPr id="89" name="Connecteur droit 89"/>
                                <wps:cNvCnPr/>
                                <wps:spPr>
                                  <a:xfrm>
                                    <a:off x="1222592" y="863817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0" name="Connecteur droit 90"/>
                                <wps:cNvCnPr/>
                                <wps:spPr>
                                  <a:xfrm>
                                    <a:off x="1222592" y="934113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1" name="Connecteur droit 91"/>
                                <wps:cNvCnPr/>
                                <wps:spPr>
                                  <a:xfrm>
                                    <a:off x="1222592" y="1005868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2" name="Connecteur droit 92"/>
                                <wps:cNvCnPr/>
                                <wps:spPr>
                                  <a:xfrm>
                                    <a:off x="1221133" y="1077623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8" name="Connecteur droit 108"/>
                                <wps:cNvCnPr/>
                                <wps:spPr>
                                  <a:xfrm>
                                    <a:off x="1221133" y="1148108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5" name="Connecteur droit 115"/>
                                <wps:cNvCnPr/>
                                <wps:spPr>
                                  <a:xfrm>
                                    <a:off x="1221133" y="1219863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6" name="Connecteur droit 116"/>
                                <wps:cNvCnPr/>
                                <wps:spPr>
                                  <a:xfrm>
                                    <a:off x="1222592" y="1294158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7" name="Connecteur droit 117"/>
                                <wps:cNvCnPr/>
                                <wps:spPr>
                                  <a:xfrm>
                                    <a:off x="1222592" y="1364643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8" name="Connecteur droit 118"/>
                                <wps:cNvCnPr/>
                                <wps:spPr>
                                  <a:xfrm>
                                    <a:off x="1222592" y="1436398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9" name="Connecteur droit 119"/>
                                <wps:cNvCnPr/>
                                <wps:spPr>
                                  <a:xfrm>
                                    <a:off x="1222592" y="1508153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0" name="Connecteur droit 120"/>
                                <wps:cNvCnPr/>
                                <wps:spPr>
                                  <a:xfrm>
                                    <a:off x="1222592" y="1578638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1" name="Connecteur droit 121"/>
                                <wps:cNvCnPr/>
                                <wps:spPr>
                                  <a:xfrm>
                                    <a:off x="1222592" y="1650393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2" name="Connecteur droit 122"/>
                                <wps:cNvCnPr/>
                                <wps:spPr>
                                  <a:xfrm>
                                    <a:off x="1221133" y="1725958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3" name="Connecteur droit 123"/>
                                <wps:cNvCnPr/>
                                <wps:spPr>
                                  <a:xfrm>
                                    <a:off x="1221133" y="1796443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4" name="Connecteur droit 124"/>
                                <wps:cNvCnPr/>
                                <wps:spPr>
                                  <a:xfrm>
                                    <a:off x="1221133" y="1868198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5" name="Connecteur droit 125"/>
                                <wps:cNvCnPr/>
                                <wps:spPr>
                                  <a:xfrm>
                                    <a:off x="1219863" y="1939953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6" name="Connecteur droit 126"/>
                                <wps:cNvCnPr/>
                                <wps:spPr>
                                  <a:xfrm>
                                    <a:off x="1219863" y="2010438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7" name="Connecteur droit 127"/>
                                <wps:cNvCnPr/>
                                <wps:spPr>
                                  <a:xfrm>
                                    <a:off x="1219863" y="2082193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8" name="Connecteur droit 128"/>
                                <wps:cNvCnPr/>
                                <wps:spPr>
                                  <a:xfrm>
                                    <a:off x="1221133" y="2156488"/>
                                    <a:ext cx="2870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29" name="Groupe 129"/>
                              <wpg:cNvGrpSpPr/>
                              <wpg:grpSpPr>
                                <a:xfrm>
                                  <a:off x="1292736" y="789547"/>
                                  <a:ext cx="1721002" cy="1436156"/>
                                  <a:chOff x="1292736" y="789693"/>
                                  <a:chExt cx="1721002" cy="1794785"/>
                                </a:xfrm>
                              </wpg:grpSpPr>
                              <wps:wsp>
                                <wps:cNvPr id="130" name="Connecteur droit 130"/>
                                <wps:cNvCnPr/>
                                <wps:spPr>
                                  <a:xfrm>
                                    <a:off x="2727836" y="791025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1" name="Connecteur droit 131"/>
                                <wps:cNvCnPr/>
                                <wps:spPr>
                                  <a:xfrm>
                                    <a:off x="2440816" y="791818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2" name="Connecteur droit 132"/>
                                <wps:cNvCnPr/>
                                <wps:spPr>
                                  <a:xfrm>
                                    <a:off x="2155066" y="791818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3" name="Connecteur droit 133"/>
                                <wps:cNvCnPr/>
                                <wps:spPr>
                                  <a:xfrm>
                                    <a:off x="1865506" y="790231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4" name="Connecteur droit 134"/>
                                <wps:cNvCnPr/>
                                <wps:spPr>
                                  <a:xfrm>
                                    <a:off x="1578486" y="791025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6" name="Connecteur droit 136"/>
                                <wps:cNvCnPr/>
                                <wps:spPr>
                                  <a:xfrm>
                                    <a:off x="1292736" y="791025"/>
                                    <a:ext cx="0" cy="1793453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8" name="Connecteur droit 158"/>
                                <wps:cNvCnPr/>
                                <wps:spPr>
                                  <a:xfrm>
                                    <a:off x="3013738" y="789693"/>
                                    <a:ext cx="0" cy="1792138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59" name="Connecteur droit 159"/>
                              <wps:cNvCnPr/>
                              <wps:spPr>
                                <a:xfrm>
                                  <a:off x="1578486" y="1422147"/>
                                  <a:ext cx="1149350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0" name="Connecteur droit avec flèche 160"/>
                              <wps:cNvCnPr/>
                              <wps:spPr>
                                <a:xfrm>
                                  <a:off x="1578486" y="1293514"/>
                                  <a:ext cx="1149350" cy="24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" name="Zone de texte 34"/>
                              <wps:cNvSpPr txBox="1"/>
                              <wps:spPr>
                                <a:xfrm>
                                  <a:off x="2010438" y="1179448"/>
                                  <a:ext cx="290430" cy="184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66C947" w14:textId="77777777" w:rsidR="00AC4197" w:rsidRDefault="00AC4197" w:rsidP="00AC4197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  <w:jc w:val="center"/>
                                    </w:pPr>
                                    <w:r>
                                      <w:rPr>
                                        <w:rFonts w:eastAsia="Calibri"/>
                                        <w:sz w:val="22"/>
                                        <w:szCs w:val="22"/>
                                      </w:rPr>
                                      <w:t xml:space="preserve">1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Connecteur droit 162"/>
                              <wps:cNvCnPr/>
                              <wps:spPr>
                                <a:xfrm>
                                  <a:off x="1578486" y="1722451"/>
                                  <a:ext cx="287678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074861" id="Groupe 87" o:spid="_x0000_s1063" style="width:152.65pt;height:113.1pt;mso-position-horizontal-relative:char;mso-position-vertical-relative:line" coordorigin="12198,7895" coordsize="19386,14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">
                      <v:group id="Groupe 88" o:spid="_x0000_s1064" style="position:absolute;left:12198;top:8636;width:19387;height:12927" coordorigin="12198,8638" coordsize="28729,1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<v:line id="Connecteur droit 89" o:spid="_x0000_s1065" style="position:absolute;visibility:visible;mso-wrap-style:square" from="12225,8638" to="40927,8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90" o:spid="_x0000_s1066" style="position:absolute;visibility:visible;mso-wrap-style:square" from="12225,9341" to="40927,9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" strokecolor="#c9c9c9 [1942]" strokeweight=".5pt">
                          <v:stroke joinstyle="miter"/>
                        </v:line>
                        <v:line id="Connecteur droit 91" o:spid="_x0000_s1067" style="position:absolute;visibility:visible;mso-wrap-style:square" from="12225,10058" to="40927,10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" strokecolor="#c9c9c9 [1942]" strokeweight=".5pt">
                          <v:stroke joinstyle="miter"/>
                        </v:line>
                        <v:line id="Connecteur droit 92" o:spid="_x0000_s1068" style="position:absolute;visibility:visible;mso-wrap-style:square" from="12211,10776" to="40913,10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" strokecolor="#c9c9c9 [1942]" strokeweight=".5pt">
                          <v:stroke joinstyle="miter"/>
                        </v:line>
                        <v:line id="Connecteur droit 108" o:spid="_x0000_s1069" style="position:absolute;visibility:visible;mso-wrap-style:square" from="12211,11481" to="40913,11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115" o:spid="_x0000_s1070" style="position:absolute;visibility:visible;mso-wrap-style:square" from="12211,12198" to="40913,1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" strokecolor="#c9c9c9 [1942]" strokeweight=".5pt">
                          <v:stroke joinstyle="miter"/>
                        </v:line>
                        <v:line id="Connecteur droit 116" o:spid="_x0000_s1071" style="position:absolute;visibility:visible;mso-wrap-style:square" from="12225,12941" to="40927,12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17" o:spid="_x0000_s1072" style="position:absolute;visibility:visible;mso-wrap-style:square" from="12225,13646" to="40927,1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" strokecolor="#c9c9c9 [1942]" strokeweight=".5pt">
                          <v:stroke joinstyle="miter"/>
                        </v:line>
                        <v:line id="Connecteur droit 118" o:spid="_x0000_s1073" style="position:absolute;visibility:visible;mso-wrap-style:square" from="12225,14363" to="40927,14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119" o:spid="_x0000_s1074" style="position:absolute;visibility:visible;mso-wrap-style:square" from="12225,15081" to="40927,15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" strokecolor="#c9c9c9 [1942]" strokeweight=".5pt">
                          <v:stroke joinstyle="miter"/>
                        </v:line>
                        <v:line id="Connecteur droit 120" o:spid="_x0000_s1075" style="position:absolute;visibility:visible;mso-wrap-style:square" from="12225,15786" to="40927,15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" strokecolor="#c9c9c9 [1942]" strokeweight=".5pt">
                          <v:stroke joinstyle="miter"/>
                        </v:line>
                        <v:line id="Connecteur droit 121" o:spid="_x0000_s1076" style="position:absolute;visibility:visible;mso-wrap-style:square" from="12225,16503" to="40927,16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" strokecolor="#c9c9c9 [1942]" strokeweight=".5pt">
                          <v:stroke joinstyle="miter"/>
                        </v:line>
                        <v:line id="Connecteur droit 122" o:spid="_x0000_s1077" style="position:absolute;visibility:visible;mso-wrap-style:square" from="12211,17259" to="40913,17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23" o:spid="_x0000_s1078" style="position:absolute;visibility:visible;mso-wrap-style:square" from="12211,17964" to="40913,17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24" o:spid="_x0000_s1079" style="position:absolute;visibility:visible;mso-wrap-style:square" from="12211,18681" to="40913,18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25" o:spid="_x0000_s1080" style="position:absolute;visibility:visible;mso-wrap-style:square" from="12198,19399" to="40900,19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26" o:spid="_x0000_s1081" style="position:absolute;visibility:visible;mso-wrap-style:square" from="12198,20104" to="40900,20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27" o:spid="_x0000_s1082" style="position:absolute;visibility:visible;mso-wrap-style:square" from="12198,20821" to="40900,20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28" o:spid="_x0000_s1083" style="position:absolute;visibility:visible;mso-wrap-style:square" from="12211,21564" to="40913,21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" strokecolor="#c9c9c9 [1942]" strokeweight=".5pt">
                          <v:stroke joinstyle="miter"/>
                        </v:line>
                      </v:group>
                      <v:group id="Groupe 129" o:spid="_x0000_s1084" style="position:absolute;left:12927;top:7895;width:17210;height:14362" coordorigin="12927,7896" coordsize="17210,17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  <v:line id="Connecteur droit 130" o:spid="_x0000_s1085" style="position:absolute;visibility:visible;mso-wrap-style:square" from="27278,7910" to="27278,2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131" o:spid="_x0000_s1086" style="position:absolute;visibility:visible;mso-wrap-style:square" from="24408,7918" to="24408,25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32" o:spid="_x0000_s1087" style="position:absolute;visibility:visible;mso-wrap-style:square" from="21550,7918" to="21550,25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" strokecolor="#c9c9c9 [1942]" strokeweight="1pt">
                          <v:stroke joinstyle="miter"/>
                        </v:line>
                        <v:line id="Connecteur droit 133" o:spid="_x0000_s1088" style="position:absolute;visibility:visible;mso-wrap-style:square" from="18655,7902" to="18655,25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34" o:spid="_x0000_s1089" style="position:absolute;visibility:visible;mso-wrap-style:square" from="15784,7910" to="15784,2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36" o:spid="_x0000_s1090" style="position:absolute;visibility:visible;mso-wrap-style:square" from="12927,7910" to="12927,25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58" o:spid="_x0000_s1091" style="position:absolute;visibility:visible;mso-wrap-style:square" from="30137,7896" to="30137,25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" strokecolor="#c9c9c9 [1942]" strokeweight="1pt">
                          <v:stroke joinstyle="miter"/>
                        </v:line>
                      </v:group>
                      <v:line id="Connecteur droit 159" o:spid="_x0000_s1092" style="position:absolute;visibility:visible;mso-wrap-style:square" from="15784,14221" to="27278,14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" strokecolor="black [3213]" strokeweight="3pt">
                        <v:stroke joinstyle="miter"/>
                      </v:line>
                      <v:shape id="Connecteur droit avec flèche 160" o:spid="_x0000_s1093" type="#_x0000_t32" style="position:absolute;left:15784;top:12935;width:11494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" strokecolor="black [3213]" strokeweight=".5pt">
                        <v:stroke startarrow="block" endarrow="block" joinstyle="miter"/>
                      </v:shape>
                      <v:shape id="Zone de texte 34" o:spid="_x0000_s1094" type="#_x0000_t202" style="position:absolute;left:20104;top:11794;width:2904;height:1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" fillcolor="white [3201]" stroked="f" strokeweight=".5pt">
                        <v:textbox inset="0,0,0,0">
                          <w:txbxContent>
                            <w:p w14:paraId="1E66C947" w14:textId="77777777" w:rsidR="00AC4197" w:rsidRDefault="00AC4197" w:rsidP="00AC4197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1 </w:t>
                              </w:r>
                            </w:p>
                          </w:txbxContent>
                        </v:textbox>
                      </v:shape>
                      <v:line id="Connecteur droit 162" o:spid="_x0000_s1095" style="position:absolute;visibility:visible;mso-wrap-style:square" from="15784,17224" to="18661,17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" strokecolor="#0070c0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24" w:type="dxa"/>
          </w:tcPr>
          <w:p w14:paraId="0D1E3663" w14:textId="0C338F9E" w:rsidR="00C16C4B" w:rsidRPr="00F26EC1" w:rsidRDefault="004654B1" w:rsidP="003A7A5A">
            <w:pPr>
              <w:pStyle w:val="Paragraphedeliste"/>
              <w:numPr>
                <w:ilvl w:val="0"/>
                <w:numId w:val="8"/>
              </w:numPr>
              <w:spacing w:line="360" w:lineRule="auto"/>
            </w:pPr>
            <w:r w:rsidRPr="00F26EC1">
              <w:t>1</w:t>
            </w:r>
          </w:p>
          <w:p w14:paraId="6F7546EF" w14:textId="0AE7F090" w:rsidR="004654B1" w:rsidRPr="00F26EC1" w:rsidRDefault="004654B1" w:rsidP="003A7A5A">
            <w:pPr>
              <w:pStyle w:val="Paragraphedeliste"/>
              <w:numPr>
                <w:ilvl w:val="0"/>
                <w:numId w:val="8"/>
              </w:numPr>
              <w:spacing w:line="360" w:lineRule="auto"/>
            </w:pPr>
            <w:r w:rsidRPr="00F26EC1">
              <w:t>4</w:t>
            </w:r>
          </w:p>
          <w:p w14:paraId="0CA5E076" w14:textId="1A165886" w:rsidR="004654B1" w:rsidRPr="00F26EC1" w:rsidRDefault="004654B1" w:rsidP="003A7A5A">
            <w:pPr>
              <w:pStyle w:val="Paragraphedeliste"/>
              <w:numPr>
                <w:ilvl w:val="0"/>
                <w:numId w:val="8"/>
              </w:numPr>
              <w:spacing w:line="360" w:lineRule="auto"/>
            </w:pPr>
            <w:r w:rsidRPr="00F26EC1">
              <w:t>0,1</w:t>
            </w:r>
          </w:p>
          <w:p w14:paraId="5F0BF2E4" w14:textId="77777777" w:rsidR="004654B1" w:rsidRPr="00F26EC1" w:rsidRDefault="00EF64A7" w:rsidP="003A7A5A">
            <w:pPr>
              <w:pStyle w:val="Paragraphedeliste"/>
              <w:numPr>
                <w:ilvl w:val="0"/>
                <w:numId w:val="8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14:paraId="12A9FD23" w14:textId="306DDBC2" w:rsidR="004654B1" w:rsidRPr="00F26EC1" w:rsidRDefault="004654B1" w:rsidP="003A7A5A">
            <w:pPr>
              <w:pStyle w:val="Paragraphedeliste"/>
              <w:numPr>
                <w:ilvl w:val="0"/>
                <w:numId w:val="8"/>
              </w:numPr>
              <w:spacing w:line="360" w:lineRule="auto"/>
            </w:pPr>
            <w:r w:rsidRPr="00F26EC1">
              <w:rPr>
                <w:rFonts w:eastAsiaTheme="minorEastAsia"/>
              </w:rPr>
              <w:t>0,25</w:t>
            </w:r>
          </w:p>
        </w:tc>
      </w:tr>
      <w:tr w:rsidR="0087432D" w:rsidRPr="00F26EC1" w14:paraId="03E207D0" w14:textId="77777777" w:rsidTr="00E66BB8">
        <w:trPr>
          <w:trHeight w:val="794"/>
          <w:jc w:val="center"/>
        </w:trPr>
        <w:tc>
          <w:tcPr>
            <w:tcW w:w="474" w:type="dxa"/>
          </w:tcPr>
          <w:p w14:paraId="3CDFDEA2" w14:textId="2A31F05E" w:rsidR="004654B1" w:rsidRPr="00F26EC1" w:rsidRDefault="00DB1277" w:rsidP="00BF717E">
            <w:pPr>
              <w:pStyle w:val="Paragraphedeliste"/>
              <w:ind w:left="0"/>
            </w:pPr>
            <w:r w:rsidRPr="00F26EC1">
              <w:t>2)</w:t>
            </w:r>
          </w:p>
        </w:tc>
        <w:tc>
          <w:tcPr>
            <w:tcW w:w="4776" w:type="dxa"/>
            <w:vAlign w:val="center"/>
          </w:tcPr>
          <w:p w14:paraId="736CC364" w14:textId="5B601AF1" w:rsidR="004654B1" w:rsidRPr="00F26EC1" w:rsidRDefault="00AC4197" w:rsidP="00034B84">
            <w:pPr>
              <w:pStyle w:val="Paragraphedeliste"/>
              <w:ind w:left="0"/>
              <w:rPr>
                <w:noProof/>
              </w:rPr>
            </w:pPr>
            <w:r w:rsidRPr="00F26EC1">
              <w:rPr>
                <w:noProof/>
              </w:rPr>
              <mc:AlternateContent>
                <mc:Choice Requires="wpg">
                  <w:drawing>
                    <wp:inline distT="0" distB="0" distL="0" distR="0" wp14:anchorId="10F68424" wp14:editId="5929A6C4">
                      <wp:extent cx="1938655" cy="1435100"/>
                      <wp:effectExtent l="0" t="0" r="23495" b="31750"/>
                      <wp:docPr id="163" name="Groupe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38655" cy="1435100"/>
                                <a:chOff x="0" y="1"/>
                                <a:chExt cx="1938655" cy="1436156"/>
                              </a:xfrm>
                            </wpg:grpSpPr>
                            <wpg:grpSp>
                              <wpg:cNvPr id="164" name="Groupe 164"/>
                              <wpg:cNvGrpSpPr/>
                              <wpg:grpSpPr>
                                <a:xfrm>
                                  <a:off x="0" y="74110"/>
                                  <a:ext cx="1938655" cy="1292671"/>
                                  <a:chOff x="0" y="74110"/>
                                  <a:chExt cx="2872929" cy="1292671"/>
                                </a:xfrm>
                              </wpg:grpSpPr>
                              <wps:wsp>
                                <wps:cNvPr id="165" name="Connecteur droit 165"/>
                                <wps:cNvCnPr/>
                                <wps:spPr>
                                  <a:xfrm>
                                    <a:off x="2730" y="7411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6" name="Connecteur droit 166"/>
                                <wps:cNvCnPr/>
                                <wps:spPr>
                                  <a:xfrm>
                                    <a:off x="2730" y="144406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7" name="Connecteur droit 167"/>
                                <wps:cNvCnPr/>
                                <wps:spPr>
                                  <a:xfrm>
                                    <a:off x="2730" y="216161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8" name="Connecteur droit 168"/>
                                <wps:cNvCnPr/>
                                <wps:spPr>
                                  <a:xfrm>
                                    <a:off x="1270" y="287916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9" name="Connecteur droit 169"/>
                                <wps:cNvCnPr/>
                                <wps:spPr>
                                  <a:xfrm>
                                    <a:off x="1270" y="358401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0" name="Connecteur droit 170"/>
                                <wps:cNvCnPr/>
                                <wps:spPr>
                                  <a:xfrm>
                                    <a:off x="1270" y="430156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1" name="Connecteur droit 171"/>
                                <wps:cNvCnPr/>
                                <wps:spPr>
                                  <a:xfrm>
                                    <a:off x="2730" y="504451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2" name="Connecteur droit 172"/>
                                <wps:cNvCnPr/>
                                <wps:spPr>
                                  <a:xfrm>
                                    <a:off x="2730" y="574936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3" name="Connecteur droit 173"/>
                                <wps:cNvCnPr/>
                                <wps:spPr>
                                  <a:xfrm>
                                    <a:off x="2730" y="646691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4" name="Connecteur droit 174"/>
                                <wps:cNvCnPr/>
                                <wps:spPr>
                                  <a:xfrm>
                                    <a:off x="2730" y="718446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5" name="Connecteur droit 175"/>
                                <wps:cNvCnPr/>
                                <wps:spPr>
                                  <a:xfrm>
                                    <a:off x="2730" y="788931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6" name="Connecteur droit 176"/>
                                <wps:cNvCnPr/>
                                <wps:spPr>
                                  <a:xfrm>
                                    <a:off x="2730" y="860686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7" name="Connecteur droit 177"/>
                                <wps:cNvCnPr/>
                                <wps:spPr>
                                  <a:xfrm>
                                    <a:off x="1270" y="936251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9" name="Connecteur droit 179"/>
                                <wps:cNvCnPr/>
                                <wps:spPr>
                                  <a:xfrm>
                                    <a:off x="1270" y="1006736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0" name="Connecteur droit 180"/>
                                <wps:cNvCnPr/>
                                <wps:spPr>
                                  <a:xfrm>
                                    <a:off x="1270" y="1078491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1" name="Connecteur droit 181"/>
                                <wps:cNvCnPr/>
                                <wps:spPr>
                                  <a:xfrm>
                                    <a:off x="0" y="1150246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2" name="Connecteur droit 182"/>
                                <wps:cNvCnPr/>
                                <wps:spPr>
                                  <a:xfrm>
                                    <a:off x="0" y="1220731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3" name="Connecteur droit 183"/>
                                <wps:cNvCnPr/>
                                <wps:spPr>
                                  <a:xfrm>
                                    <a:off x="0" y="1292486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4" name="Connecteur droit 184"/>
                                <wps:cNvCnPr/>
                                <wps:spPr>
                                  <a:xfrm>
                                    <a:off x="1270" y="1366781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85" name="Groupe 185"/>
                              <wpg:cNvGrpSpPr/>
                              <wpg:grpSpPr>
                                <a:xfrm>
                                  <a:off x="72873" y="1"/>
                                  <a:ext cx="1721002" cy="1436156"/>
                                  <a:chOff x="72873" y="0"/>
                                  <a:chExt cx="1721002" cy="1794785"/>
                                </a:xfrm>
                              </wpg:grpSpPr>
                              <wps:wsp>
                                <wps:cNvPr id="186" name="Connecteur droit 186"/>
                                <wps:cNvCnPr/>
                                <wps:spPr>
                                  <a:xfrm>
                                    <a:off x="1507973" y="1333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7" name="Connecteur droit 187"/>
                                <wps:cNvCnPr/>
                                <wps:spPr>
                                  <a:xfrm>
                                    <a:off x="1220953" y="2125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8" name="Connecteur droit 188"/>
                                <wps:cNvCnPr/>
                                <wps:spPr>
                                  <a:xfrm>
                                    <a:off x="935203" y="2125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9" name="Connecteur droit 189"/>
                                <wps:cNvCnPr/>
                                <wps:spPr>
                                  <a:xfrm>
                                    <a:off x="645643" y="538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0" name="Connecteur droit 190"/>
                                <wps:cNvCnPr/>
                                <wps:spPr>
                                  <a:xfrm>
                                    <a:off x="358623" y="1333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1" name="Connecteur droit 191"/>
                                <wps:cNvCnPr/>
                                <wps:spPr>
                                  <a:xfrm>
                                    <a:off x="72873" y="1333"/>
                                    <a:ext cx="0" cy="179345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2" name="Connecteur droit 192"/>
                                <wps:cNvCnPr/>
                                <wps:spPr>
                                  <a:xfrm>
                                    <a:off x="1793875" y="0"/>
                                    <a:ext cx="0" cy="1792139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3" name="Connecteur droit 193"/>
                              <wps:cNvCnPr/>
                              <wps:spPr>
                                <a:xfrm>
                                  <a:off x="358623" y="632600"/>
                                  <a:ext cx="1149350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6" name="Connecteur droit avec flèche 336"/>
                              <wps:cNvCnPr/>
                              <wps:spPr>
                                <a:xfrm>
                                  <a:off x="358623" y="503967"/>
                                  <a:ext cx="1149350" cy="24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" name="Zone de texte 34"/>
                              <wps:cNvSpPr txBox="1"/>
                              <wps:spPr>
                                <a:xfrm>
                                  <a:off x="790575" y="389883"/>
                                  <a:ext cx="290430" cy="184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C2BE82" w14:textId="77777777" w:rsidR="00AC4197" w:rsidRDefault="00AC4197" w:rsidP="00AC4197">
                                    <w:pPr>
                                      <w:pStyle w:val="NormalWeb"/>
                                      <w:spacing w:before="0" w:beforeAutospacing="0" w:after="160" w:afterAutospacing="0" w:line="254" w:lineRule="auto"/>
                                      <w:jc w:val="center"/>
                                    </w:pPr>
                                    <w:r>
                                      <w:rPr>
                                        <w:rFonts w:eastAsia="Calibri"/>
                                        <w:sz w:val="22"/>
                                        <w:szCs w:val="22"/>
                                      </w:rPr>
                                      <w:t xml:space="preserve">1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" name="Connecteur droit 338"/>
                              <wps:cNvCnPr/>
                              <wps:spPr>
                                <a:xfrm>
                                  <a:off x="358623" y="932545"/>
                                  <a:ext cx="576580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F68424" id="Groupe 163" o:spid="_x0000_s1096" style="width:152.65pt;height:113pt;mso-position-horizontal-relative:char;mso-position-vertical-relative:line" coordorigin="" coordsize="19386,14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">
                      <v:group id="Groupe 164" o:spid="_x0000_s1097" style="position:absolute;top:741;width:19386;height:12926" coordorigin=",741" coordsize="28729,1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    <v:line id="Connecteur droit 165" o:spid="_x0000_s1098" style="position:absolute;visibility:visible;mso-wrap-style:square" from="27,741" to="28729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66" o:spid="_x0000_s1099" style="position:absolute;visibility:visible;mso-wrap-style:square" from="27,1444" to="28729,1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67" o:spid="_x0000_s1100" style="position:absolute;visibility:visible;mso-wrap-style:square" from="27,2161" to="28729,2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68" o:spid="_x0000_s1101" style="position:absolute;visibility:visible;mso-wrap-style:square" from="12,2879" to="28714,2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169" o:spid="_x0000_s1102" style="position:absolute;visibility:visible;mso-wrap-style:square" from="12,3584" to="28714,3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70" o:spid="_x0000_s1103" style="position:absolute;visibility:visible;mso-wrap-style:square" from="12,4301" to="28714,4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171" o:spid="_x0000_s1104" style="position:absolute;visibility:visible;mso-wrap-style:square" from="27,5044" to="28729,5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" strokecolor="#c9c9c9 [1942]" strokeweight=".5pt">
                          <v:stroke joinstyle="miter"/>
                        </v:line>
                        <v:line id="Connecteur droit 172" o:spid="_x0000_s1105" style="position:absolute;visibility:visible;mso-wrap-style:square" from="27,5749" to="28729,5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73" o:spid="_x0000_s1106" style="position:absolute;visibility:visible;mso-wrap-style:square" from="27,6466" to="28729,6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74" o:spid="_x0000_s1107" style="position:absolute;visibility:visible;mso-wrap-style:square" from="27,7184" to="28729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75" o:spid="_x0000_s1108" style="position:absolute;visibility:visible;mso-wrap-style:square" from="27,7889" to="28729,7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76" o:spid="_x0000_s1109" style="position:absolute;visibility:visible;mso-wrap-style:square" from="27,8606" to="28729,8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77" o:spid="_x0000_s1110" style="position:absolute;visibility:visible;mso-wrap-style:square" from="12,9362" to="28714,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79" o:spid="_x0000_s1111" style="position:absolute;visibility:visible;mso-wrap-style:square" from="12,10067" to="28714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80" o:spid="_x0000_s1112" style="position:absolute;visibility:visible;mso-wrap-style:square" from="12,10784" to="28714,10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181" o:spid="_x0000_s1113" style="position:absolute;visibility:visible;mso-wrap-style:square" from="0,11502" to="28701,1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" strokecolor="#c9c9c9 [1942]" strokeweight=".5pt">
                          <v:stroke joinstyle="miter"/>
                        </v:line>
                        <v:line id="Connecteur droit 182" o:spid="_x0000_s1114" style="position:absolute;visibility:visible;mso-wrap-style:square" from="0,12207" to="28701,12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" strokecolor="#c9c9c9 [1942]" strokeweight="1pt">
                          <v:stroke joinstyle="miter"/>
                        </v:line>
                        <v:line id="Connecteur droit 183" o:spid="_x0000_s1115" style="position:absolute;visibility:visible;mso-wrap-style:square" from="0,12924" to="28701,12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184" o:spid="_x0000_s1116" style="position:absolute;visibility:visible;mso-wrap-style:square" from="12,13667" to="28714,13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" strokecolor="#c9c9c9 [1942]" strokeweight=".5pt">
                          <v:stroke joinstyle="miter"/>
                        </v:line>
                      </v:group>
                      <v:group id="Groupe 185" o:spid="_x0000_s1117" style="position:absolute;left:728;width:17210;height:14361" coordorigin="728" coordsize="17210,17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    <v:line id="Connecteur droit 186" o:spid="_x0000_s1118" style="position:absolute;visibility:visible;mso-wrap-style:square" from="15079,13" to="15079,17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87" o:spid="_x0000_s1119" style="position:absolute;visibility:visible;mso-wrap-style:square" from="12209,21" to="12209,17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" strokecolor="#c9c9c9 [1942]" strokeweight="1pt">
                          <v:stroke joinstyle="miter"/>
                        </v:line>
                        <v:line id="Connecteur droit 188" o:spid="_x0000_s1120" style="position:absolute;visibility:visible;mso-wrap-style:square" from="9352,21" to="9352,17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189" o:spid="_x0000_s1121" style="position:absolute;visibility:visible;mso-wrap-style:square" from="6456,5" to="6456,17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90" o:spid="_x0000_s1122" style="position:absolute;visibility:visible;mso-wrap-style:square" from="3586,13" to="3586,17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191" o:spid="_x0000_s1123" style="position:absolute;visibility:visible;mso-wrap-style:square" from="728,13" to="728,17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192" o:spid="_x0000_s1124" style="position:absolute;visibility:visible;mso-wrap-style:square" from="17938,0" to="17938,17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" strokecolor="#c9c9c9 [1942]" strokeweight="1pt">
                          <v:stroke joinstyle="miter"/>
                        </v:line>
                      </v:group>
                      <v:line id="Connecteur droit 193" o:spid="_x0000_s1125" style="position:absolute;visibility:visible;mso-wrap-style:square" from="3586,6326" to="15079,6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" strokecolor="black [3213]" strokeweight="3pt">
                        <v:stroke joinstyle="miter"/>
                      </v:line>
                      <v:shape id="Connecteur droit avec flèche 336" o:spid="_x0000_s1126" type="#_x0000_t32" style="position:absolute;left:3586;top:5039;width:11493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" strokecolor="black [3213]" strokeweight=".5pt">
                        <v:stroke startarrow="block" endarrow="block" joinstyle="miter"/>
                      </v:shape>
                      <v:shape id="Zone de texte 34" o:spid="_x0000_s1127" type="#_x0000_t202" style="position:absolute;left:7905;top:3898;width:2905;height:1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" fillcolor="white [3201]" stroked="f" strokeweight=".5pt">
                        <v:textbox inset="0,0,0,0">
                          <w:txbxContent>
                            <w:p w14:paraId="31C2BE82" w14:textId="77777777" w:rsidR="00AC4197" w:rsidRDefault="00AC4197" w:rsidP="00AC4197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1 </w:t>
                              </w:r>
                            </w:p>
                          </w:txbxContent>
                        </v:textbox>
                      </v:shape>
                      <v:line id="Connecteur droit 338" o:spid="_x0000_s1128" style="position:absolute;visibility:visible;mso-wrap-style:square" from="3586,9325" to="9352,9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" strokecolor="#0070c0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24" w:type="dxa"/>
          </w:tcPr>
          <w:p w14:paraId="788C7744" w14:textId="30CCBAD3" w:rsidR="00D47E6E" w:rsidRPr="00F26EC1" w:rsidRDefault="00D47E6E" w:rsidP="003A7A5A">
            <w:pPr>
              <w:pStyle w:val="Paragraphedeliste"/>
              <w:numPr>
                <w:ilvl w:val="0"/>
                <w:numId w:val="9"/>
              </w:numPr>
              <w:spacing w:line="360" w:lineRule="auto"/>
            </w:pPr>
            <w:r w:rsidRPr="00F26EC1">
              <w:t>2</w:t>
            </w:r>
          </w:p>
          <w:p w14:paraId="3FC87439" w14:textId="7C49AD47" w:rsidR="00D47E6E" w:rsidRPr="00F26EC1" w:rsidRDefault="00D47E6E" w:rsidP="003A7A5A">
            <w:pPr>
              <w:pStyle w:val="Paragraphedeliste"/>
              <w:numPr>
                <w:ilvl w:val="0"/>
                <w:numId w:val="9"/>
              </w:numPr>
              <w:spacing w:line="360" w:lineRule="auto"/>
            </w:pPr>
            <w:r w:rsidRPr="00F26EC1">
              <w:t>0,2</w:t>
            </w:r>
          </w:p>
          <w:p w14:paraId="3C8137A3" w14:textId="62E51B04" w:rsidR="00D47E6E" w:rsidRPr="00F26EC1" w:rsidRDefault="00EF64A7" w:rsidP="003A7A5A">
            <w:pPr>
              <w:pStyle w:val="Paragraphedeliste"/>
              <w:numPr>
                <w:ilvl w:val="0"/>
                <w:numId w:val="9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14:paraId="1DCC7410" w14:textId="77777777" w:rsidR="004654B1" w:rsidRPr="00F26EC1" w:rsidRDefault="00EF64A7" w:rsidP="003A7A5A">
            <w:pPr>
              <w:pStyle w:val="Paragraphedeliste"/>
              <w:numPr>
                <w:ilvl w:val="0"/>
                <w:numId w:val="9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  <w:p w14:paraId="3651D9CE" w14:textId="70D402E6" w:rsidR="00D47E6E" w:rsidRPr="00F26EC1" w:rsidRDefault="00EF64A7" w:rsidP="003A7A5A">
            <w:pPr>
              <w:pStyle w:val="Paragraphedeliste"/>
              <w:numPr>
                <w:ilvl w:val="0"/>
                <w:numId w:val="9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  <w:p w14:paraId="10801C7B" w14:textId="3A6F5FB9" w:rsidR="00D47E6E" w:rsidRPr="00F26EC1" w:rsidRDefault="00D47E6E" w:rsidP="003A7A5A">
            <w:pPr>
              <w:pStyle w:val="Paragraphedeliste"/>
              <w:numPr>
                <w:ilvl w:val="0"/>
                <w:numId w:val="9"/>
              </w:numPr>
              <w:spacing w:line="360" w:lineRule="auto"/>
            </w:pPr>
            <w:r w:rsidRPr="00F26EC1">
              <w:t>0,5</w:t>
            </w:r>
          </w:p>
          <w:p w14:paraId="2E90CBAA" w14:textId="60CB9FBB" w:rsidR="00D47E6E" w:rsidRPr="00F26EC1" w:rsidRDefault="00EF64A7" w:rsidP="003A7A5A">
            <w:pPr>
              <w:pStyle w:val="Paragraphedeliste"/>
              <w:numPr>
                <w:ilvl w:val="0"/>
                <w:numId w:val="9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</w:p>
        </w:tc>
      </w:tr>
      <w:tr w:rsidR="0087432D" w:rsidRPr="00F26EC1" w14:paraId="130E6730" w14:textId="77777777" w:rsidTr="00E66BB8">
        <w:trPr>
          <w:trHeight w:val="2551"/>
          <w:jc w:val="center"/>
        </w:trPr>
        <w:tc>
          <w:tcPr>
            <w:tcW w:w="474" w:type="dxa"/>
          </w:tcPr>
          <w:p w14:paraId="24C70C42" w14:textId="1DD155F4" w:rsidR="00DB1277" w:rsidRPr="00F26EC1" w:rsidRDefault="00DB1277" w:rsidP="00BF717E">
            <w:pPr>
              <w:pStyle w:val="Paragraphedeliste"/>
              <w:ind w:left="0"/>
            </w:pPr>
            <w:r w:rsidRPr="00F26EC1">
              <w:t>3)</w:t>
            </w:r>
          </w:p>
        </w:tc>
        <w:tc>
          <w:tcPr>
            <w:tcW w:w="4776" w:type="dxa"/>
            <w:vAlign w:val="center"/>
          </w:tcPr>
          <w:p w14:paraId="032E067D" w14:textId="6B3F1E9D" w:rsidR="00DB1277" w:rsidRPr="00F26EC1" w:rsidRDefault="00AC4197" w:rsidP="00034B84">
            <w:pPr>
              <w:pStyle w:val="Paragraphedeliste"/>
              <w:ind w:left="0"/>
              <w:rPr>
                <w:noProof/>
              </w:rPr>
            </w:pPr>
            <w:r w:rsidRPr="00F26EC1">
              <w:rPr>
                <w:noProof/>
              </w:rPr>
              <mc:AlternateContent>
                <mc:Choice Requires="wpg">
                  <w:drawing>
                    <wp:inline distT="0" distB="0" distL="0" distR="0" wp14:anchorId="6F8668F7" wp14:editId="1275B65B">
                      <wp:extent cx="1938655" cy="1435092"/>
                      <wp:effectExtent l="0" t="0" r="23495" b="32385"/>
                      <wp:docPr id="339" name="Groupe 3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38655" cy="1435092"/>
                                <a:chOff x="0" y="1"/>
                                <a:chExt cx="1938655" cy="1436156"/>
                              </a:xfrm>
                            </wpg:grpSpPr>
                            <wpg:grpSp>
                              <wpg:cNvPr id="340" name="Groupe 340"/>
                              <wpg:cNvGrpSpPr/>
                              <wpg:grpSpPr>
                                <a:xfrm>
                                  <a:off x="0" y="74109"/>
                                  <a:ext cx="1938655" cy="1292671"/>
                                  <a:chOff x="0" y="74109"/>
                                  <a:chExt cx="2872929" cy="1292671"/>
                                </a:xfrm>
                              </wpg:grpSpPr>
                              <wps:wsp>
                                <wps:cNvPr id="341" name="Connecteur droit 341"/>
                                <wps:cNvCnPr/>
                                <wps:spPr>
                                  <a:xfrm>
                                    <a:off x="2730" y="7410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2" name="Connecteur droit 342"/>
                                <wps:cNvCnPr/>
                                <wps:spPr>
                                  <a:xfrm>
                                    <a:off x="2730" y="144405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3" name="Connecteur droit 343"/>
                                <wps:cNvCnPr/>
                                <wps:spPr>
                                  <a:xfrm>
                                    <a:off x="2730" y="21616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4" name="Connecteur droit 344"/>
                                <wps:cNvCnPr/>
                                <wps:spPr>
                                  <a:xfrm>
                                    <a:off x="1270" y="287915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5" name="Connecteur droit 345"/>
                                <wps:cNvCnPr/>
                                <wps:spPr>
                                  <a:xfrm>
                                    <a:off x="1270" y="35840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6" name="Connecteur droit 346"/>
                                <wps:cNvCnPr/>
                                <wps:spPr>
                                  <a:xfrm>
                                    <a:off x="1270" y="430155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7" name="Connecteur droit 347"/>
                                <wps:cNvCnPr/>
                                <wps:spPr>
                                  <a:xfrm>
                                    <a:off x="2730" y="50445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8" name="Connecteur droit 348"/>
                                <wps:cNvCnPr/>
                                <wps:spPr>
                                  <a:xfrm>
                                    <a:off x="2730" y="574935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9" name="Connecteur droit 349"/>
                                <wps:cNvCnPr/>
                                <wps:spPr>
                                  <a:xfrm>
                                    <a:off x="2730" y="64669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0" name="Connecteur droit 350"/>
                                <wps:cNvCnPr/>
                                <wps:spPr>
                                  <a:xfrm>
                                    <a:off x="2730" y="718445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1" name="Connecteur droit 351"/>
                                <wps:cNvCnPr/>
                                <wps:spPr>
                                  <a:xfrm>
                                    <a:off x="2730" y="78893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2" name="Connecteur droit 352"/>
                                <wps:cNvCnPr/>
                                <wps:spPr>
                                  <a:xfrm>
                                    <a:off x="2730" y="860685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3" name="Connecteur droit 353"/>
                                <wps:cNvCnPr/>
                                <wps:spPr>
                                  <a:xfrm>
                                    <a:off x="1270" y="93625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4" name="Connecteur droit 354"/>
                                <wps:cNvCnPr/>
                                <wps:spPr>
                                  <a:xfrm>
                                    <a:off x="1270" y="1006735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5" name="Connecteur droit 355"/>
                                <wps:cNvCnPr/>
                                <wps:spPr>
                                  <a:xfrm>
                                    <a:off x="1270" y="107849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6" name="Connecteur droit 356"/>
                                <wps:cNvCnPr/>
                                <wps:spPr>
                                  <a:xfrm>
                                    <a:off x="0" y="1150245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7" name="Connecteur droit 357"/>
                                <wps:cNvCnPr/>
                                <wps:spPr>
                                  <a:xfrm>
                                    <a:off x="0" y="122073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8" name="Connecteur droit 358"/>
                                <wps:cNvCnPr/>
                                <wps:spPr>
                                  <a:xfrm>
                                    <a:off x="0" y="1292485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9" name="Connecteur droit 359"/>
                                <wps:cNvCnPr/>
                                <wps:spPr>
                                  <a:xfrm>
                                    <a:off x="1270" y="1366780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60" name="Groupe 360"/>
                              <wpg:cNvGrpSpPr/>
                              <wpg:grpSpPr>
                                <a:xfrm>
                                  <a:off x="72873" y="1"/>
                                  <a:ext cx="1721002" cy="1436156"/>
                                  <a:chOff x="72873" y="0"/>
                                  <a:chExt cx="1721002" cy="1794785"/>
                                </a:xfrm>
                              </wpg:grpSpPr>
                              <wps:wsp>
                                <wps:cNvPr id="361" name="Connecteur droit 361"/>
                                <wps:cNvCnPr/>
                                <wps:spPr>
                                  <a:xfrm>
                                    <a:off x="1507973" y="1333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2" name="Connecteur droit 362"/>
                                <wps:cNvCnPr/>
                                <wps:spPr>
                                  <a:xfrm>
                                    <a:off x="1220953" y="2125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3" name="Connecteur droit 363"/>
                                <wps:cNvCnPr/>
                                <wps:spPr>
                                  <a:xfrm>
                                    <a:off x="935203" y="2125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4" name="Connecteur droit 364"/>
                                <wps:cNvCnPr/>
                                <wps:spPr>
                                  <a:xfrm>
                                    <a:off x="645643" y="538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5" name="Connecteur droit 365"/>
                                <wps:cNvCnPr/>
                                <wps:spPr>
                                  <a:xfrm>
                                    <a:off x="358623" y="1333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6" name="Connecteur droit 366"/>
                                <wps:cNvCnPr/>
                                <wps:spPr>
                                  <a:xfrm>
                                    <a:off x="72873" y="1333"/>
                                    <a:ext cx="0" cy="179345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7" name="Connecteur droit 367"/>
                                <wps:cNvCnPr/>
                                <wps:spPr>
                                  <a:xfrm>
                                    <a:off x="1793875" y="0"/>
                                    <a:ext cx="0" cy="1792139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68" name="Connecteur droit 368"/>
                              <wps:cNvCnPr/>
                              <wps:spPr>
                                <a:xfrm>
                                  <a:off x="358623" y="632581"/>
                                  <a:ext cx="864172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9" name="Connecteur droit avec flèche 369"/>
                              <wps:cNvCnPr/>
                              <wps:spPr>
                                <a:xfrm>
                                  <a:off x="358623" y="503949"/>
                                  <a:ext cx="864172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0" name="Zone de texte 34"/>
                              <wps:cNvSpPr txBox="1"/>
                              <wps:spPr>
                                <a:xfrm>
                                  <a:off x="658248" y="389881"/>
                                  <a:ext cx="290430" cy="184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CCE5032" w14:textId="77777777" w:rsidR="00AC4197" w:rsidRDefault="00AC4197" w:rsidP="00AC4197">
                                    <w:pPr>
                                      <w:pStyle w:val="NormalWeb"/>
                                      <w:spacing w:before="0" w:beforeAutospacing="0" w:after="160" w:afterAutospacing="0" w:line="252" w:lineRule="auto"/>
                                      <w:jc w:val="center"/>
                                    </w:pPr>
                                    <w:r>
                                      <w:rPr>
                                        <w:rFonts w:eastAsia="Calibri"/>
                                        <w:sz w:val="22"/>
                                        <w:szCs w:val="22"/>
                                      </w:rPr>
                                      <w:t xml:space="preserve">1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1" name="Connecteur droit 371"/>
                              <wps:cNvCnPr/>
                              <wps:spPr>
                                <a:xfrm>
                                  <a:off x="358623" y="932524"/>
                                  <a:ext cx="287020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8668F7" id="Groupe 339" o:spid="_x0000_s1129" style="width:152.65pt;height:113pt;mso-position-horizontal-relative:char;mso-position-vertical-relative:line" coordorigin="" coordsize="19386,14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">
                      <v:group id="Groupe 340" o:spid="_x0000_s1130" style="position:absolute;top:741;width:19386;height:12926" coordorigin=",741" coordsize="28729,1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    <v:line id="Connecteur droit 341" o:spid="_x0000_s1131" style="position:absolute;visibility:visible;mso-wrap-style:square" from="27,741" to="28729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342" o:spid="_x0000_s1132" style="position:absolute;visibility:visible;mso-wrap-style:square" from="27,1444" to="28729,1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43" o:spid="_x0000_s1133" style="position:absolute;visibility:visible;mso-wrap-style:square" from="27,2161" to="28729,2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44" o:spid="_x0000_s1134" style="position:absolute;visibility:visible;mso-wrap-style:square" from="12,2879" to="28714,2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45" o:spid="_x0000_s1135" style="position:absolute;visibility:visible;mso-wrap-style:square" from="12,3584" to="28714,3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46" o:spid="_x0000_s1136" style="position:absolute;visibility:visible;mso-wrap-style:square" from="12,4301" to="28714,4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47" o:spid="_x0000_s1137" style="position:absolute;visibility:visible;mso-wrap-style:square" from="27,5044" to="28729,5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48" o:spid="_x0000_s1138" style="position:absolute;visibility:visible;mso-wrap-style:square" from="27,5749" to="28729,5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" strokecolor="#c9c9c9 [1942]" strokeweight=".5pt">
                          <v:stroke joinstyle="miter"/>
                        </v:line>
                        <v:line id="Connecteur droit 349" o:spid="_x0000_s1139" style="position:absolute;visibility:visible;mso-wrap-style:square" from="27,6466" to="28729,6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50" o:spid="_x0000_s1140" style="position:absolute;visibility:visible;mso-wrap-style:square" from="27,7184" to="28729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" strokecolor="#c9c9c9 [1942]" strokeweight=".5pt">
                          <v:stroke joinstyle="miter"/>
                        </v:line>
                        <v:line id="Connecteur droit 351" o:spid="_x0000_s1141" style="position:absolute;visibility:visible;mso-wrap-style:square" from="27,7889" to="28729,7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52" o:spid="_x0000_s1142" style="position:absolute;visibility:visible;mso-wrap-style:square" from="27,8606" to="28729,8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53" o:spid="_x0000_s1143" style="position:absolute;visibility:visible;mso-wrap-style:square" from="12,9362" to="28714,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54" o:spid="_x0000_s1144" style="position:absolute;visibility:visible;mso-wrap-style:square" from="12,10067" to="28714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" strokecolor="#c9c9c9 [1942]" strokeweight=".5pt">
                          <v:stroke joinstyle="miter"/>
                        </v:line>
                        <v:line id="Connecteur droit 355" o:spid="_x0000_s1145" style="position:absolute;visibility:visible;mso-wrap-style:square" from="12,10784" to="28714,10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56" o:spid="_x0000_s1146" style="position:absolute;visibility:visible;mso-wrap-style:square" from="0,11502" to="28701,1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57" o:spid="_x0000_s1147" style="position:absolute;visibility:visible;mso-wrap-style:square" from="0,12207" to="28701,12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58" o:spid="_x0000_s1148" style="position:absolute;visibility:visible;mso-wrap-style:square" from="0,12924" to="28701,12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" strokecolor="#c9c9c9 [1942]" strokeweight=".5pt">
                          <v:stroke joinstyle="miter"/>
                        </v:line>
                        <v:line id="Connecteur droit 359" o:spid="_x0000_s1149" style="position:absolute;visibility:visible;mso-wrap-style:square" from="12,13667" to="28714,13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" strokecolor="#c9c9c9 [1942]" strokeweight=".5pt">
                          <v:stroke joinstyle="miter"/>
                        </v:line>
                      </v:group>
                      <v:group id="Groupe 360" o:spid="_x0000_s1150" style="position:absolute;left:728;width:17210;height:14361" coordorigin="728" coordsize="17210,17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    <v:line id="Connecteur droit 361" o:spid="_x0000_s1151" style="position:absolute;visibility:visible;mso-wrap-style:square" from="15079,13" to="15079,17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362" o:spid="_x0000_s1152" style="position:absolute;visibility:visible;mso-wrap-style:square" from="12209,21" to="12209,17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363" o:spid="_x0000_s1153" style="position:absolute;visibility:visible;mso-wrap-style:square" from="9352,21" to="9352,17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64" o:spid="_x0000_s1154" style="position:absolute;visibility:visible;mso-wrap-style:square" from="6456,5" to="6456,17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65" o:spid="_x0000_s1155" style="position:absolute;visibility:visible;mso-wrap-style:square" from="3586,13" to="3586,17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66" o:spid="_x0000_s1156" style="position:absolute;visibility:visible;mso-wrap-style:square" from="728,13" to="728,17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367" o:spid="_x0000_s1157" style="position:absolute;visibility:visible;mso-wrap-style:square" from="17938,0" to="17938,17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" strokecolor="#c9c9c9 [1942]" strokeweight="1pt">
                          <v:stroke joinstyle="miter"/>
                        </v:line>
                      </v:group>
                      <v:line id="Connecteur droit 368" o:spid="_x0000_s1158" style="position:absolute;visibility:visible;mso-wrap-style:square" from="3586,6325" to="12227,6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" strokecolor="black [3213]" strokeweight="3pt">
                        <v:stroke joinstyle="miter"/>
                      </v:line>
                      <v:shape id="Connecteur droit avec flèche 369" o:spid="_x0000_s1159" type="#_x0000_t32" style="position:absolute;left:3586;top:5039;width:86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" strokecolor="black [3213]" strokeweight=".5pt">
                        <v:stroke startarrow="block" endarrow="block" joinstyle="miter"/>
                      </v:shape>
                      <v:shape id="Zone de texte 34" o:spid="_x0000_s1160" type="#_x0000_t202" style="position:absolute;left:6582;top:3898;width:2904;height:1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" fillcolor="white [3201]" stroked="f" strokeweight=".5pt">
                        <v:textbox inset="0,0,0,0">
                          <w:txbxContent>
                            <w:p w14:paraId="6CCE5032" w14:textId="77777777" w:rsidR="00AC4197" w:rsidRDefault="00AC4197" w:rsidP="00AC4197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1 </w:t>
                              </w:r>
                            </w:p>
                          </w:txbxContent>
                        </v:textbox>
                      </v:shape>
                      <v:line id="Connecteur droit 371" o:spid="_x0000_s1161" style="position:absolute;visibility:visible;mso-wrap-style:square" from="3586,9325" to="6456,9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" strokecolor="#0070c0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24" w:type="dxa"/>
          </w:tcPr>
          <w:p w14:paraId="59ECFCA3" w14:textId="77777777" w:rsidR="00DB1277" w:rsidRPr="00F26EC1" w:rsidRDefault="00204BE7" w:rsidP="003A7A5A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 w:rsidRPr="00F26EC1">
              <w:t>1</w:t>
            </w:r>
          </w:p>
          <w:p w14:paraId="192CC4A0" w14:textId="77777777" w:rsidR="00204BE7" w:rsidRPr="00F26EC1" w:rsidRDefault="00204BE7" w:rsidP="003A7A5A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 w:rsidRPr="00F26EC1">
              <w:t>0,1</w:t>
            </w:r>
          </w:p>
          <w:p w14:paraId="78DE8182" w14:textId="77777777" w:rsidR="00204BE7" w:rsidRPr="00F26EC1" w:rsidRDefault="00204BE7" w:rsidP="003A7A5A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 w:rsidRPr="00F26EC1">
              <w:t>0,3</w:t>
            </w:r>
          </w:p>
          <w:p w14:paraId="5C403B9C" w14:textId="77777777" w:rsidR="00204BE7" w:rsidRPr="00F26EC1" w:rsidRDefault="00EF64A7" w:rsidP="003A7A5A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  <w:p w14:paraId="273BB4D4" w14:textId="77777777" w:rsidR="00204BE7" w:rsidRPr="00F26EC1" w:rsidRDefault="00204BE7" w:rsidP="003A7A5A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 w:rsidRPr="00F26EC1">
              <w:rPr>
                <w:rFonts w:eastAsiaTheme="minorEastAsia"/>
              </w:rPr>
              <w:t>1,3</w:t>
            </w:r>
          </w:p>
          <w:p w14:paraId="17BB99F7" w14:textId="4BFC705D" w:rsidR="00204BE7" w:rsidRPr="00F26EC1" w:rsidRDefault="00204BE7" w:rsidP="003A7A5A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 w:rsidRPr="00F26EC1">
              <w:rPr>
                <w:rFonts w:eastAsiaTheme="minorEastAsia"/>
              </w:rPr>
              <w:t>3</w:t>
            </w:r>
          </w:p>
        </w:tc>
      </w:tr>
      <w:tr w:rsidR="0087432D" w:rsidRPr="00F26EC1" w14:paraId="130E647E" w14:textId="77777777" w:rsidTr="00E66BB8">
        <w:trPr>
          <w:trHeight w:val="2521"/>
          <w:jc w:val="center"/>
        </w:trPr>
        <w:tc>
          <w:tcPr>
            <w:tcW w:w="474" w:type="dxa"/>
          </w:tcPr>
          <w:p w14:paraId="4F7CE40E" w14:textId="3894E4BC" w:rsidR="00DB1277" w:rsidRPr="00F26EC1" w:rsidRDefault="00DB1277" w:rsidP="00BF717E">
            <w:pPr>
              <w:pStyle w:val="Paragraphedeliste"/>
              <w:ind w:left="0"/>
            </w:pPr>
            <w:r w:rsidRPr="00F26EC1">
              <w:t>4)</w:t>
            </w:r>
          </w:p>
        </w:tc>
        <w:tc>
          <w:tcPr>
            <w:tcW w:w="4776" w:type="dxa"/>
            <w:vAlign w:val="center"/>
          </w:tcPr>
          <w:p w14:paraId="0545CAAD" w14:textId="212BA7B3" w:rsidR="00DB1277" w:rsidRPr="00F26EC1" w:rsidRDefault="00AC4197" w:rsidP="00034B84">
            <w:pPr>
              <w:pStyle w:val="Paragraphedeliste"/>
              <w:ind w:left="0"/>
              <w:rPr>
                <w:noProof/>
              </w:rPr>
            </w:pPr>
            <w:r w:rsidRPr="00F26EC1">
              <w:rPr>
                <w:noProof/>
              </w:rPr>
              <mc:AlternateContent>
                <mc:Choice Requires="wpg">
                  <w:drawing>
                    <wp:inline distT="0" distB="0" distL="0" distR="0" wp14:anchorId="22CD540C" wp14:editId="3A1E17EB">
                      <wp:extent cx="1938655" cy="1434454"/>
                      <wp:effectExtent l="0" t="0" r="23495" b="33020"/>
                      <wp:docPr id="372" name="Groupe 3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38655" cy="1434454"/>
                                <a:chOff x="0" y="1"/>
                                <a:chExt cx="1938655" cy="1436156"/>
                              </a:xfrm>
                            </wpg:grpSpPr>
                            <wpg:grpSp>
                              <wpg:cNvPr id="373" name="Groupe 373"/>
                              <wpg:cNvGrpSpPr/>
                              <wpg:grpSpPr>
                                <a:xfrm>
                                  <a:off x="0" y="74108"/>
                                  <a:ext cx="1938655" cy="1292671"/>
                                  <a:chOff x="0" y="74108"/>
                                  <a:chExt cx="2872929" cy="1292671"/>
                                </a:xfrm>
                              </wpg:grpSpPr>
                              <wps:wsp>
                                <wps:cNvPr id="374" name="Connecteur droit 374"/>
                                <wps:cNvCnPr/>
                                <wps:spPr>
                                  <a:xfrm>
                                    <a:off x="2730" y="74108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5" name="Connecteur droit 375"/>
                                <wps:cNvCnPr/>
                                <wps:spPr>
                                  <a:xfrm>
                                    <a:off x="2730" y="144404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6" name="Connecteur droit 376"/>
                                <wps:cNvCnPr/>
                                <wps:spPr>
                                  <a:xfrm>
                                    <a:off x="2730" y="21615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7" name="Connecteur droit 377"/>
                                <wps:cNvCnPr/>
                                <wps:spPr>
                                  <a:xfrm>
                                    <a:off x="1270" y="287914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8" name="Connecteur droit 378"/>
                                <wps:cNvCnPr/>
                                <wps:spPr>
                                  <a:xfrm>
                                    <a:off x="1270" y="35839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9" name="Connecteur droit 379"/>
                                <wps:cNvCnPr/>
                                <wps:spPr>
                                  <a:xfrm>
                                    <a:off x="1270" y="430154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0" name="Connecteur droit 380"/>
                                <wps:cNvCnPr/>
                                <wps:spPr>
                                  <a:xfrm>
                                    <a:off x="2730" y="50444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1" name="Connecteur droit 381"/>
                                <wps:cNvCnPr/>
                                <wps:spPr>
                                  <a:xfrm>
                                    <a:off x="2730" y="574934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2" name="Connecteur droit 382"/>
                                <wps:cNvCnPr/>
                                <wps:spPr>
                                  <a:xfrm>
                                    <a:off x="2730" y="64668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3" name="Connecteur droit 383"/>
                                <wps:cNvCnPr/>
                                <wps:spPr>
                                  <a:xfrm>
                                    <a:off x="2730" y="718444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4" name="Connecteur droit 384"/>
                                <wps:cNvCnPr/>
                                <wps:spPr>
                                  <a:xfrm>
                                    <a:off x="2730" y="78892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5" name="Connecteur droit 385"/>
                                <wps:cNvCnPr/>
                                <wps:spPr>
                                  <a:xfrm>
                                    <a:off x="2730" y="860684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6" name="Connecteur droit 386"/>
                                <wps:cNvCnPr/>
                                <wps:spPr>
                                  <a:xfrm>
                                    <a:off x="1270" y="93624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7" name="Connecteur droit 387"/>
                                <wps:cNvCnPr/>
                                <wps:spPr>
                                  <a:xfrm>
                                    <a:off x="1270" y="1006734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8" name="Connecteur droit 388"/>
                                <wps:cNvCnPr/>
                                <wps:spPr>
                                  <a:xfrm>
                                    <a:off x="1270" y="107848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9" name="Connecteur droit 389"/>
                                <wps:cNvCnPr/>
                                <wps:spPr>
                                  <a:xfrm>
                                    <a:off x="0" y="1150244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0" name="Connecteur droit 390"/>
                                <wps:cNvCnPr/>
                                <wps:spPr>
                                  <a:xfrm>
                                    <a:off x="0" y="122072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1" name="Connecteur droit 391"/>
                                <wps:cNvCnPr/>
                                <wps:spPr>
                                  <a:xfrm>
                                    <a:off x="0" y="1292484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2" name="Connecteur droit 392"/>
                                <wps:cNvCnPr/>
                                <wps:spPr>
                                  <a:xfrm>
                                    <a:off x="1270" y="1366779"/>
                                    <a:ext cx="287019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93" name="Groupe 393"/>
                              <wpg:cNvGrpSpPr/>
                              <wpg:grpSpPr>
                                <a:xfrm>
                                  <a:off x="72873" y="1"/>
                                  <a:ext cx="1721002" cy="1436156"/>
                                  <a:chOff x="72873" y="0"/>
                                  <a:chExt cx="1721002" cy="1794785"/>
                                </a:xfrm>
                              </wpg:grpSpPr>
                              <wps:wsp>
                                <wps:cNvPr id="394" name="Connecteur droit 394"/>
                                <wps:cNvCnPr/>
                                <wps:spPr>
                                  <a:xfrm>
                                    <a:off x="1507973" y="1333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5" name="Connecteur droit 395"/>
                                <wps:cNvCnPr/>
                                <wps:spPr>
                                  <a:xfrm>
                                    <a:off x="1220953" y="2125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6" name="Connecteur droit 396"/>
                                <wps:cNvCnPr/>
                                <wps:spPr>
                                  <a:xfrm>
                                    <a:off x="935203" y="2125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7" name="Connecteur droit 397"/>
                                <wps:cNvCnPr/>
                                <wps:spPr>
                                  <a:xfrm>
                                    <a:off x="645643" y="538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8" name="Connecteur droit 398"/>
                                <wps:cNvCnPr/>
                                <wps:spPr>
                                  <a:xfrm>
                                    <a:off x="358623" y="1333"/>
                                    <a:ext cx="0" cy="17926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9" name="Connecteur droit 399"/>
                                <wps:cNvCnPr/>
                                <wps:spPr>
                                  <a:xfrm>
                                    <a:off x="72873" y="1333"/>
                                    <a:ext cx="0" cy="179345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0" name="Connecteur droit 400"/>
                                <wps:cNvCnPr/>
                                <wps:spPr>
                                  <a:xfrm>
                                    <a:off x="1793875" y="0"/>
                                    <a:ext cx="0" cy="1792139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01" name="Connecteur droit 401"/>
                              <wps:cNvCnPr/>
                              <wps:spPr>
                                <a:xfrm>
                                  <a:off x="358623" y="632580"/>
                                  <a:ext cx="864172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2" name="Connecteur droit avec flèche 402"/>
                              <wps:cNvCnPr/>
                              <wps:spPr>
                                <a:xfrm>
                                  <a:off x="358623" y="503948"/>
                                  <a:ext cx="864172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3" name="Zone de texte 34"/>
                              <wps:cNvSpPr txBox="1"/>
                              <wps:spPr>
                                <a:xfrm>
                                  <a:off x="658248" y="383230"/>
                                  <a:ext cx="290430" cy="184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C5A9C4" w14:textId="77777777" w:rsidR="00AC4197" w:rsidRDefault="00AC4197" w:rsidP="00AC4197">
                                    <w:pPr>
                                      <w:pStyle w:val="NormalWeb"/>
                                      <w:spacing w:before="0" w:beforeAutospacing="0" w:after="160" w:afterAutospacing="0" w:line="252" w:lineRule="auto"/>
                                      <w:jc w:val="center"/>
                                    </w:pPr>
                                    <w:r>
                                      <w:rPr>
                                        <w:rFonts w:eastAsia="Calibri"/>
                                        <w:sz w:val="22"/>
                                        <w:szCs w:val="22"/>
                                      </w:rPr>
                                      <w:t xml:space="preserve">1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4" name="Connecteur droit 404"/>
                              <wps:cNvCnPr/>
                              <wps:spPr>
                                <a:xfrm>
                                  <a:off x="358623" y="932503"/>
                                  <a:ext cx="1145678" cy="3726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CD540C" id="Groupe 372" o:spid="_x0000_s1162" style="width:152.65pt;height:112.95pt;mso-position-horizontal-relative:char;mso-position-vertical-relative:line" coordorigin="" coordsize="19386,14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">
                      <v:group id="Groupe 373" o:spid="_x0000_s1163" style="position:absolute;top:741;width:19386;height:12926" coordorigin=",741" coordsize="28729,1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    <v:line id="Connecteur droit 374" o:spid="_x0000_s1164" style="position:absolute;visibility:visible;mso-wrap-style:square" from="27,741" to="28729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75" o:spid="_x0000_s1165" style="position:absolute;visibility:visible;mso-wrap-style:square" from="27,1444" to="28729,1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76" o:spid="_x0000_s1166" style="position:absolute;visibility:visible;mso-wrap-style:square" from="27,2161" to="28729,2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" strokecolor="#c9c9c9 [1942]" strokeweight=".5pt">
                          <v:stroke joinstyle="miter"/>
                        </v:line>
                        <v:line id="Connecteur droit 377" o:spid="_x0000_s1167" style="position:absolute;visibility:visible;mso-wrap-style:square" from="12,2879" to="28714,2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78" o:spid="_x0000_s1168" style="position:absolute;visibility:visible;mso-wrap-style:square" from="12,3583" to="28714,3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379" o:spid="_x0000_s1169" style="position:absolute;visibility:visible;mso-wrap-style:square" from="12,4301" to="28714,4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80" o:spid="_x0000_s1170" style="position:absolute;visibility:visible;mso-wrap-style:square" from="27,5044" to="28729,5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" strokecolor="#c9c9c9 [1942]" strokeweight=".5pt">
                          <v:stroke joinstyle="miter"/>
                        </v:line>
                        <v:line id="Connecteur droit 381" o:spid="_x0000_s1171" style="position:absolute;visibility:visible;mso-wrap-style:square" from="27,5749" to="28729,5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82" o:spid="_x0000_s1172" style="position:absolute;visibility:visible;mso-wrap-style:square" from="27,6466" to="28729,6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383" o:spid="_x0000_s1173" style="position:absolute;visibility:visible;mso-wrap-style:square" from="27,7184" to="28729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84" o:spid="_x0000_s1174" style="position:absolute;visibility:visible;mso-wrap-style:square" from="27,7889" to="28729,7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85" o:spid="_x0000_s1175" style="position:absolute;visibility:visible;mso-wrap-style:square" from="27,8606" to="28729,8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86" o:spid="_x0000_s1176" style="position:absolute;visibility:visible;mso-wrap-style:square" from="12,9362" to="28714,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387" o:spid="_x0000_s1177" style="position:absolute;visibility:visible;mso-wrap-style:square" from="12,10067" to="28714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" strokecolor="#c9c9c9 [1942]" strokeweight=".5pt">
                          <v:stroke joinstyle="miter"/>
                        </v:line>
                        <v:line id="Connecteur droit 388" o:spid="_x0000_s1178" style="position:absolute;visibility:visible;mso-wrap-style:square" from="12,10784" to="28714,10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" strokecolor="#c9c9c9 [1942]" strokeweight=".5pt">
                          <v:stroke joinstyle="miter"/>
                        </v:line>
                        <v:line id="Connecteur droit 389" o:spid="_x0000_s1179" style="position:absolute;visibility:visible;mso-wrap-style:square" from="0,11502" to="28701,1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90" o:spid="_x0000_s1180" style="position:absolute;visibility:visible;mso-wrap-style:square" from="0,12207" to="28701,12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391" o:spid="_x0000_s1181" style="position:absolute;visibility:visible;mso-wrap-style:square" from="0,12924" to="28701,12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" strokecolor="#c9c9c9 [1942]" strokeweight=".5pt">
                          <v:stroke joinstyle="miter"/>
                        </v:line>
                        <v:line id="Connecteur droit 392" o:spid="_x0000_s1182" style="position:absolute;visibility:visible;mso-wrap-style:square" from="12,13667" to="28714,13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" strokecolor="#c9c9c9 [1942]" strokeweight=".5pt">
                          <v:stroke joinstyle="miter"/>
                        </v:line>
                      </v:group>
                      <v:group id="Groupe 393" o:spid="_x0000_s1183" style="position:absolute;left:728;width:17210;height:14361" coordorigin="728" coordsize="17210,17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      <v:line id="Connecteur droit 394" o:spid="_x0000_s1184" style="position:absolute;visibility:visible;mso-wrap-style:square" from="15079,13" to="15079,17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95" o:spid="_x0000_s1185" style="position:absolute;visibility:visible;mso-wrap-style:square" from="12209,21" to="12209,17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96" o:spid="_x0000_s1186" style="position:absolute;visibility:visible;mso-wrap-style:square" from="9352,21" to="9352,17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97" o:spid="_x0000_s1187" style="position:absolute;visibility:visible;mso-wrap-style:square" from="6456,5" to="6456,17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" strokecolor="#c9c9c9 [1942]" strokeweight="1pt">
                          <v:stroke joinstyle="miter"/>
                        </v:line>
                        <v:line id="Connecteur droit 398" o:spid="_x0000_s1188" style="position:absolute;visibility:visible;mso-wrap-style:square" from="3586,13" to="3586,17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" strokecolor="#c9c9c9 [1942]" strokeweight="1pt">
                          <v:stroke joinstyle="miter"/>
                        </v:line>
                        <v:line id="Connecteur droit 399" o:spid="_x0000_s1189" style="position:absolute;visibility:visible;mso-wrap-style:square" from="728,13" to="728,17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" strokecolor="#c9c9c9 [1942]" strokeweight="1pt">
                          <v:stroke joinstyle="miter"/>
                        </v:line>
                        <v:line id="Connecteur droit 400" o:spid="_x0000_s1190" style="position:absolute;visibility:visible;mso-wrap-style:square" from="17938,0" to="17938,17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" strokecolor="#c9c9c9 [1942]" strokeweight="1pt">
                          <v:stroke joinstyle="miter"/>
                        </v:line>
                      </v:group>
                      <v:line id="Connecteur droit 401" o:spid="_x0000_s1191" style="position:absolute;visibility:visible;mso-wrap-style:square" from="3586,6325" to="12227,6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" strokecolor="black [3213]" strokeweight="3pt">
                        <v:stroke joinstyle="miter"/>
                      </v:line>
                      <v:shape id="Connecteur droit avec flèche 402" o:spid="_x0000_s1192" type="#_x0000_t32" style="position:absolute;left:3586;top:5039;width:86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" strokecolor="black [3213]" strokeweight=".5pt">
                        <v:stroke startarrow="block" endarrow="block" joinstyle="miter"/>
                      </v:shape>
                      <v:shape id="Zone de texte 34" o:spid="_x0000_s1193" type="#_x0000_t202" style="position:absolute;left:6582;top:3832;width:2904;height:1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" fillcolor="white [3201]" stroked="f" strokeweight=".5pt">
                        <v:textbox inset="0,0,0,0">
                          <w:txbxContent>
                            <w:p w14:paraId="0FC5A9C4" w14:textId="77777777" w:rsidR="00AC4197" w:rsidRDefault="00AC4197" w:rsidP="00AC4197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1 </w:t>
                              </w:r>
                            </w:p>
                          </w:txbxContent>
                        </v:textbox>
                      </v:shape>
                      <v:line id="Connecteur droit 404" o:spid="_x0000_s1194" style="position:absolute;visibility:visible;mso-wrap-style:square" from="3586,9325" to="15043,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" strokecolor="#0070c0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24" w:type="dxa"/>
          </w:tcPr>
          <w:p w14:paraId="04304A9A" w14:textId="77777777" w:rsidR="00DB1277" w:rsidRPr="00F26EC1" w:rsidRDefault="005103D0" w:rsidP="006F39B7">
            <w:pPr>
              <w:pStyle w:val="Paragraphedeliste"/>
              <w:numPr>
                <w:ilvl w:val="0"/>
                <w:numId w:val="11"/>
              </w:numPr>
              <w:spacing w:line="360" w:lineRule="auto"/>
            </w:pPr>
            <w:r w:rsidRPr="00F26EC1">
              <w:t>3</w:t>
            </w:r>
          </w:p>
          <w:p w14:paraId="6E7FD6E7" w14:textId="77777777" w:rsidR="005103D0" w:rsidRPr="00F26EC1" w:rsidRDefault="005103D0" w:rsidP="006F39B7">
            <w:pPr>
              <w:pStyle w:val="Paragraphedeliste"/>
              <w:numPr>
                <w:ilvl w:val="0"/>
                <w:numId w:val="11"/>
              </w:numPr>
              <w:spacing w:line="360" w:lineRule="auto"/>
            </w:pPr>
            <w:r w:rsidRPr="00F26EC1">
              <w:t>3,4</w:t>
            </w:r>
          </w:p>
          <w:p w14:paraId="5777424E" w14:textId="77777777" w:rsidR="005103D0" w:rsidRPr="00F26EC1" w:rsidRDefault="005103D0" w:rsidP="006F39B7">
            <w:pPr>
              <w:pStyle w:val="Paragraphedeliste"/>
              <w:numPr>
                <w:ilvl w:val="0"/>
                <w:numId w:val="11"/>
              </w:numPr>
              <w:spacing w:line="360" w:lineRule="auto"/>
            </w:pPr>
            <w:r w:rsidRPr="00F26EC1">
              <w:t>4,3</w:t>
            </w:r>
          </w:p>
          <w:p w14:paraId="16F4B5EA" w14:textId="505CD4CD" w:rsidR="005103D0" w:rsidRPr="00F26EC1" w:rsidRDefault="00EF64A7" w:rsidP="006F39B7">
            <w:pPr>
              <w:pStyle w:val="Paragraphedeliste"/>
              <w:numPr>
                <w:ilvl w:val="0"/>
                <w:numId w:val="11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  <w:p w14:paraId="5ACD6450" w14:textId="77777777" w:rsidR="005103D0" w:rsidRPr="00F26EC1" w:rsidRDefault="00EF64A7" w:rsidP="006F39B7">
            <w:pPr>
              <w:pStyle w:val="Paragraphedeliste"/>
              <w:numPr>
                <w:ilvl w:val="0"/>
                <w:numId w:val="11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14:paraId="617CFD4D" w14:textId="148E4A86" w:rsidR="005103D0" w:rsidRPr="00F26EC1" w:rsidRDefault="005103D0" w:rsidP="006F39B7">
            <w:pPr>
              <w:pStyle w:val="Paragraphedeliste"/>
              <w:numPr>
                <w:ilvl w:val="0"/>
                <w:numId w:val="11"/>
              </w:numPr>
              <w:spacing w:line="360" w:lineRule="auto"/>
            </w:pPr>
            <w:r w:rsidRPr="00F26EC1">
              <w:rPr>
                <w:rFonts w:eastAsiaTheme="minorEastAsia"/>
              </w:rPr>
              <w:t>4</w:t>
            </w:r>
          </w:p>
        </w:tc>
      </w:tr>
      <w:tr w:rsidR="0087432D" w:rsidRPr="00F26EC1" w14:paraId="12A04E03" w14:textId="77777777" w:rsidTr="00E66BB8">
        <w:trPr>
          <w:trHeight w:val="1814"/>
          <w:jc w:val="center"/>
        </w:trPr>
        <w:tc>
          <w:tcPr>
            <w:tcW w:w="474" w:type="dxa"/>
          </w:tcPr>
          <w:p w14:paraId="65ADA03D" w14:textId="59A4E874" w:rsidR="00B954E6" w:rsidRPr="00F26EC1" w:rsidRDefault="00B954E6" w:rsidP="00BF717E">
            <w:pPr>
              <w:pStyle w:val="Paragraphedeliste"/>
              <w:ind w:left="0"/>
            </w:pPr>
            <w:r w:rsidRPr="00F26EC1">
              <w:t>5)</w:t>
            </w:r>
          </w:p>
        </w:tc>
        <w:tc>
          <w:tcPr>
            <w:tcW w:w="4776" w:type="dxa"/>
            <w:vAlign w:val="center"/>
          </w:tcPr>
          <w:p w14:paraId="50E931C8" w14:textId="2E5A7F8D" w:rsidR="00B954E6" w:rsidRPr="00F26EC1" w:rsidRDefault="00AC4197" w:rsidP="00034B84">
            <w:pPr>
              <w:pStyle w:val="Paragraphedeliste"/>
              <w:ind w:left="0"/>
              <w:rPr>
                <w:noProof/>
              </w:rPr>
            </w:pPr>
            <w:r w:rsidRPr="00F26EC1">
              <w:rPr>
                <w:noProof/>
              </w:rPr>
              <mc:AlternateContent>
                <mc:Choice Requires="wpg">
                  <w:drawing>
                    <wp:inline distT="0" distB="0" distL="0" distR="0" wp14:anchorId="60DC1C7D" wp14:editId="73E3BDA7">
                      <wp:extent cx="2871470" cy="933843"/>
                      <wp:effectExtent l="0" t="0" r="24130" b="19050"/>
                      <wp:docPr id="43" name="Groupe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1470" cy="933843"/>
                                <a:chOff x="0" y="0"/>
                                <a:chExt cx="2871659" cy="933913"/>
                              </a:xfrm>
                            </wpg:grpSpPr>
                            <wps:wsp>
                              <wps:cNvPr id="44" name="Connecteur droit 44"/>
                              <wps:cNvCnPr/>
                              <wps:spPr>
                                <a:xfrm>
                                  <a:off x="1459" y="75545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Connecteur droit 45"/>
                              <wps:cNvCnPr/>
                              <wps:spPr>
                                <a:xfrm>
                                  <a:off x="1459" y="21759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Connecteur droit 46"/>
                              <wps:cNvCnPr/>
                              <wps:spPr>
                                <a:xfrm>
                                  <a:off x="0" y="35983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Connecteur droit 47"/>
                              <wps:cNvCnPr/>
                              <wps:spPr>
                                <a:xfrm>
                                  <a:off x="1459" y="50588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Connecteur droit 48"/>
                              <wps:cNvCnPr/>
                              <wps:spPr>
                                <a:xfrm>
                                  <a:off x="1459" y="64812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Connecteur droit 49"/>
                              <wps:cNvCnPr/>
                              <wps:spPr>
                                <a:xfrm>
                                  <a:off x="1459" y="79036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Connecteur droit 50"/>
                              <wps:cNvCnPr/>
                              <wps:spPr>
                                <a:xfrm>
                                  <a:off x="1506703" y="1356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Connecteur droit 51"/>
                              <wps:cNvCnPr/>
                              <wps:spPr>
                                <a:xfrm>
                                  <a:off x="1219683" y="1768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Connecteur droit 52"/>
                              <wps:cNvCnPr/>
                              <wps:spPr>
                                <a:xfrm>
                                  <a:off x="933933" y="1768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Connecteur droit 53"/>
                              <wps:cNvCnPr/>
                              <wps:spPr>
                                <a:xfrm>
                                  <a:off x="644373" y="943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Connecteur droit 54"/>
                              <wps:cNvCnPr/>
                              <wps:spPr>
                                <a:xfrm>
                                  <a:off x="357353" y="1356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Connecteur droit 55"/>
                              <wps:cNvCnPr/>
                              <wps:spPr>
                                <a:xfrm>
                                  <a:off x="71603" y="1356"/>
                                  <a:ext cx="0" cy="932557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Connecteur droit 56"/>
                              <wps:cNvCnPr/>
                              <wps:spPr>
                                <a:xfrm>
                                  <a:off x="2654935" y="958"/>
                                  <a:ext cx="0" cy="93187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Connecteur droit 57"/>
                              <wps:cNvCnPr/>
                              <wps:spPr>
                                <a:xfrm>
                                  <a:off x="2370455" y="663"/>
                                  <a:ext cx="0" cy="93187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Connecteur droit 58"/>
                              <wps:cNvCnPr/>
                              <wps:spPr>
                                <a:xfrm>
                                  <a:off x="2082165" y="958"/>
                                  <a:ext cx="0" cy="93187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Connecteur droit 59"/>
                              <wps:cNvCnPr/>
                              <wps:spPr>
                                <a:xfrm>
                                  <a:off x="1792605" y="663"/>
                                  <a:ext cx="0" cy="93187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Connecteur droit 60"/>
                              <wps:cNvCnPr/>
                              <wps:spPr>
                                <a:xfrm>
                                  <a:off x="1364615" y="660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Connecteur droit 61"/>
                              <wps:cNvCnPr/>
                              <wps:spPr>
                                <a:xfrm>
                                  <a:off x="1077595" y="991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" name="Connecteur droit 62"/>
                              <wps:cNvCnPr/>
                              <wps:spPr>
                                <a:xfrm>
                                  <a:off x="791845" y="991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Connecteur droit 63"/>
                              <wps:cNvCnPr/>
                              <wps:spPr>
                                <a:xfrm>
                                  <a:off x="502285" y="330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7" name="Connecteur droit 467"/>
                              <wps:cNvCnPr/>
                              <wps:spPr>
                                <a:xfrm>
                                  <a:off x="215265" y="660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8" name="Connecteur droit 468"/>
                              <wps:cNvCnPr/>
                              <wps:spPr>
                                <a:xfrm>
                                  <a:off x="2513330" y="330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9" name="Connecteur droit 469"/>
                              <wps:cNvCnPr/>
                              <wps:spPr>
                                <a:xfrm>
                                  <a:off x="2228850" y="0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0" name="Connecteur droit 470"/>
                              <wps:cNvCnPr/>
                              <wps:spPr>
                                <a:xfrm>
                                  <a:off x="1940560" y="330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1" name="Connecteur droit 471"/>
                              <wps:cNvCnPr/>
                              <wps:spPr>
                                <a:xfrm>
                                  <a:off x="1651000" y="0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2" name="Connecteur droit 472"/>
                              <wps:cNvCnPr/>
                              <wps:spPr>
                                <a:xfrm>
                                  <a:off x="2797471" y="1338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3" name="Connecteur droit avec flèche 473"/>
                              <wps:cNvCnPr/>
                              <wps:spPr>
                                <a:xfrm>
                                  <a:off x="214032" y="216228"/>
                                  <a:ext cx="1435100" cy="13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4" name="Connecteur droit 474"/>
                              <wps:cNvCnPr/>
                              <wps:spPr>
                                <a:xfrm flipV="1">
                                  <a:off x="214032" y="360060"/>
                                  <a:ext cx="1435100" cy="335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5" name="Zone de texte 305"/>
                              <wps:cNvSpPr txBox="1"/>
                              <wps:spPr>
                                <a:xfrm>
                                  <a:off x="791845" y="134983"/>
                                  <a:ext cx="250146" cy="1461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6159CA" w14:textId="77777777" w:rsidR="00AC4197" w:rsidRDefault="00AC4197" w:rsidP="00AC4197">
                                    <w:pPr>
                                      <w:pStyle w:val="NormalWeb"/>
                                      <w:spacing w:before="0" w:beforeAutospacing="0" w:after="160" w:afterAutospacing="0" w:line="254" w:lineRule="auto"/>
                                      <w:jc w:val="center"/>
                                    </w:pPr>
                                    <w:r>
                                      <w:rPr>
                                        <w:rFonts w:eastAsia="Calibri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6" name="Connecteur droit 476"/>
                              <wps:cNvCnPr/>
                              <wps:spPr>
                                <a:xfrm flipV="1">
                                  <a:off x="214032" y="646488"/>
                                  <a:ext cx="430341" cy="115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DC1C7D" id="Groupe 43" o:spid="_x0000_s1195" style="width:226.1pt;height:73.55pt;mso-position-horizontal-relative:char;mso-position-vertical-relative:line" coordsize="28716,9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">
                      <v:line id="Connecteur droit 44" o:spid="_x0000_s1196" style="position:absolute;visibility:visible;mso-wrap-style:square" from="14,755" to="28716,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45" o:spid="_x0000_s1197" style="position:absolute;visibility:visible;mso-wrap-style:square" from="14,2175" to="28716,2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46" o:spid="_x0000_s1198" style="position:absolute;visibility:visible;mso-wrap-style:square" from="0,3598" to="28702,3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" strokecolor="#c9c9c9 [1942]" strokeweight="1pt">
                        <v:stroke joinstyle="miter"/>
                      </v:line>
                      <v:line id="Connecteur droit 47" o:spid="_x0000_s1199" style="position:absolute;visibility:visible;mso-wrap-style:square" from="14,5058" to="28716,5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48" o:spid="_x0000_s1200" style="position:absolute;visibility:visible;mso-wrap-style:square" from="14,6481" to="28716,6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" strokecolor="#c9c9c9 [1942]" strokeweight="1pt">
                        <v:stroke joinstyle="miter"/>
                      </v:line>
                      <v:line id="Connecteur droit 49" o:spid="_x0000_s1201" style="position:absolute;visibility:visible;mso-wrap-style:square" from="14,7903" to="28716,7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50" o:spid="_x0000_s1202" style="position:absolute;visibility:visible;mso-wrap-style:square" from="15067,13" to="15067,9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" strokecolor="#c9c9c9 [1942]" strokeweight="1pt">
                        <v:stroke joinstyle="miter"/>
                      </v:line>
                      <v:line id="Connecteur droit 51" o:spid="_x0000_s1203" style="position:absolute;visibility:visible;mso-wrap-style:square" from="12196,17" to="12196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52" o:spid="_x0000_s1204" style="position:absolute;visibility:visible;mso-wrap-style:square" from="9339,17" to="9339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53" o:spid="_x0000_s1205" style="position:absolute;visibility:visible;mso-wrap-style:square" from="6443,9" to="6443,9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54" o:spid="_x0000_s1206" style="position:absolute;visibility:visible;mso-wrap-style:square" from="3573,13" to="3573,9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55" o:spid="_x0000_s1207" style="position:absolute;visibility:visible;mso-wrap-style:square" from="716,13" to="716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56" o:spid="_x0000_s1208" style="position:absolute;visibility:visible;mso-wrap-style:square" from="26549,9" to="26549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" strokecolor="#c9c9c9 [1942]" strokeweight="1pt">
                        <v:stroke joinstyle="miter"/>
                      </v:line>
                      <v:line id="Connecteur droit 57" o:spid="_x0000_s1209" style="position:absolute;visibility:visible;mso-wrap-style:square" from="23704,6" to="23704,9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58" o:spid="_x0000_s1210" style="position:absolute;visibility:visible;mso-wrap-style:square" from="20821,9" to="20821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" strokecolor="#c9c9c9 [1942]" strokeweight="1pt">
                        <v:stroke joinstyle="miter"/>
                      </v:line>
                      <v:line id="Connecteur droit 59" o:spid="_x0000_s1211" style="position:absolute;visibility:visible;mso-wrap-style:square" from="17926,6" to="17926,9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60" o:spid="_x0000_s1212" style="position:absolute;visibility:visible;mso-wrap-style:square" from="13646,6" to="13646,9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" strokecolor="#c9c9c9 [1942]" strokeweight="1pt">
                        <v:stroke joinstyle="miter"/>
                      </v:line>
                      <v:line id="Connecteur droit 61" o:spid="_x0000_s1213" style="position:absolute;visibility:visible;mso-wrap-style:square" from="10775,9" to="10775,9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" strokecolor="#c9c9c9 [1942]" strokeweight="1pt">
                        <v:stroke joinstyle="miter"/>
                      </v:line>
                      <v:line id="Connecteur droit 62" o:spid="_x0000_s1214" style="position:absolute;visibility:visible;mso-wrap-style:square" from="7918,9" to="7918,9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" strokecolor="#c9c9c9 [1942]" strokeweight="1pt">
                        <v:stroke joinstyle="miter"/>
                      </v:line>
                      <v:line id="Connecteur droit 63" o:spid="_x0000_s1215" style="position:absolute;visibility:visible;mso-wrap-style:square" from="5022,3" to="5022,9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" strokecolor="#c9c9c9 [1942]" strokeweight="1pt">
                        <v:stroke joinstyle="miter"/>
                      </v:line>
                      <v:line id="Connecteur droit 467" o:spid="_x0000_s1216" style="position:absolute;visibility:visible;mso-wrap-style:square" from="2152,6" to="2152,9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68" o:spid="_x0000_s1217" style="position:absolute;visibility:visible;mso-wrap-style:square" from="25133,3" to="25133,9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" strokecolor="#c9c9c9 [1942]" strokeweight="1pt">
                        <v:stroke joinstyle="miter"/>
                      </v:line>
                      <v:line id="Connecteur droit 469" o:spid="_x0000_s1218" style="position:absolute;visibility:visible;mso-wrap-style:square" from="22288,0" to="22288,9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70" o:spid="_x0000_s1219" style="position:absolute;visibility:visible;mso-wrap-style:square" from="19405,3" to="19405,9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" strokecolor="#c9c9c9 [1942]" strokeweight="1pt">
                        <v:stroke joinstyle="miter"/>
                      </v:line>
                      <v:line id="Connecteur droit 471" o:spid="_x0000_s1220" style="position:absolute;visibility:visible;mso-wrap-style:square" from="16510,0" to="16510,9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" strokecolor="#c9c9c9 [1942]" strokeweight="1pt">
                        <v:stroke joinstyle="miter"/>
                      </v:line>
                      <v:line id="Connecteur droit 472" o:spid="_x0000_s1221" style="position:absolute;visibility:visible;mso-wrap-style:square" from="27974,13" to="27974,9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" strokecolor="#c9c9c9 [1942]" strokeweight="1pt">
                        <v:stroke joinstyle="miter"/>
                      </v:line>
                      <v:shape id="Connecteur droit avec flèche 473" o:spid="_x0000_s1222" type="#_x0000_t32" style="position:absolute;left:2140;top:2162;width:1435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" strokecolor="black [3213]" strokeweight=".5pt">
                        <v:stroke startarrow="block" endarrow="block" joinstyle="miter"/>
                      </v:shape>
                      <v:line id="Connecteur droit 474" o:spid="_x0000_s1223" style="position:absolute;flip:y;visibility:visible;mso-wrap-style:square" from="2140,3600" to="16491,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" strokecolor="black [3213]" strokeweight="2.25pt">
                        <v:stroke joinstyle="miter"/>
                      </v:line>
                      <v:shape id="Zone de texte 305" o:spid="_x0000_s1224" type="#_x0000_t202" style="position:absolute;left:7918;top:1349;width:2501;height:1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" fillcolor="white [3201]" stroked="f" strokeweight=".5pt">
                        <v:textbox inset="0,0,0,0">
                          <w:txbxContent>
                            <w:p w14:paraId="716159CA" w14:textId="77777777" w:rsidR="00AC4197" w:rsidRDefault="00AC4197" w:rsidP="00AC4197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Connecteur droit 476" o:spid="_x0000_s1225" style="position:absolute;flip:y;visibility:visible;mso-wrap-style:square" from="2140,6464" to="6443,6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" strokecolor="#0070c0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24" w:type="dxa"/>
          </w:tcPr>
          <w:p w14:paraId="716679A3" w14:textId="77777777" w:rsidR="00B954E6" w:rsidRPr="00F26EC1" w:rsidRDefault="00B954E6" w:rsidP="006F39B7">
            <w:pPr>
              <w:pStyle w:val="Paragraphedeliste"/>
              <w:numPr>
                <w:ilvl w:val="0"/>
                <w:numId w:val="13"/>
              </w:numPr>
              <w:spacing w:line="360" w:lineRule="auto"/>
            </w:pPr>
            <w:r w:rsidRPr="00F26EC1">
              <w:t>3</w:t>
            </w:r>
          </w:p>
          <w:p w14:paraId="3E05499F" w14:textId="77777777" w:rsidR="00B954E6" w:rsidRPr="00F26EC1" w:rsidRDefault="00EF64A7" w:rsidP="006F39B7">
            <w:pPr>
              <w:pStyle w:val="Paragraphedeliste"/>
              <w:numPr>
                <w:ilvl w:val="0"/>
                <w:numId w:val="13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  <w:p w14:paraId="6BE63BD1" w14:textId="77777777" w:rsidR="00B954E6" w:rsidRPr="00F26EC1" w:rsidRDefault="00B954E6" w:rsidP="006F39B7">
            <w:pPr>
              <w:pStyle w:val="Paragraphedeliste"/>
              <w:numPr>
                <w:ilvl w:val="0"/>
                <w:numId w:val="13"/>
              </w:numPr>
              <w:spacing w:line="360" w:lineRule="auto"/>
            </w:pPr>
            <w:r w:rsidRPr="00F26EC1">
              <w:rPr>
                <w:rFonts w:eastAsiaTheme="minorEastAsia"/>
              </w:rPr>
              <w:t>1,3</w:t>
            </w:r>
          </w:p>
          <w:p w14:paraId="3FA8DA6A" w14:textId="77777777" w:rsidR="00B954E6" w:rsidRPr="00F26EC1" w:rsidRDefault="00B954E6" w:rsidP="006F39B7">
            <w:pPr>
              <w:pStyle w:val="Paragraphedeliste"/>
              <w:numPr>
                <w:ilvl w:val="0"/>
                <w:numId w:val="13"/>
              </w:numPr>
              <w:spacing w:line="360" w:lineRule="auto"/>
            </w:pPr>
            <w:r w:rsidRPr="00F26EC1">
              <w:rPr>
                <w:rFonts w:eastAsiaTheme="minorEastAsia"/>
              </w:rPr>
              <w:t>0,3</w:t>
            </w:r>
          </w:p>
          <w:p w14:paraId="3948A03D" w14:textId="77777777" w:rsidR="00B954E6" w:rsidRPr="00F26EC1" w:rsidRDefault="00EF64A7" w:rsidP="006F39B7">
            <w:pPr>
              <w:pStyle w:val="Paragraphedeliste"/>
              <w:numPr>
                <w:ilvl w:val="0"/>
                <w:numId w:val="13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</w:p>
          <w:p w14:paraId="1D279588" w14:textId="6394DBA0" w:rsidR="00B954E6" w:rsidRPr="00F26EC1" w:rsidRDefault="00EF64A7" w:rsidP="006F39B7">
            <w:pPr>
              <w:pStyle w:val="Paragraphedeliste"/>
              <w:numPr>
                <w:ilvl w:val="0"/>
                <w:numId w:val="13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oMath>
          </w:p>
        </w:tc>
      </w:tr>
      <w:tr w:rsidR="0087432D" w:rsidRPr="00F26EC1" w14:paraId="622E605F" w14:textId="77777777" w:rsidTr="00E66BB8">
        <w:trPr>
          <w:trHeight w:val="510"/>
          <w:jc w:val="center"/>
        </w:trPr>
        <w:tc>
          <w:tcPr>
            <w:tcW w:w="474" w:type="dxa"/>
          </w:tcPr>
          <w:p w14:paraId="369C9678" w14:textId="4BCFF17E" w:rsidR="00DB1277" w:rsidRPr="00F26EC1" w:rsidRDefault="00B954E6" w:rsidP="00BF717E">
            <w:pPr>
              <w:pStyle w:val="Paragraphedeliste"/>
              <w:ind w:left="0"/>
            </w:pPr>
            <w:r w:rsidRPr="00F26EC1">
              <w:lastRenderedPageBreak/>
              <w:t>6</w:t>
            </w:r>
            <w:r w:rsidR="00DB1277" w:rsidRPr="00F26EC1">
              <w:t>)</w:t>
            </w:r>
          </w:p>
        </w:tc>
        <w:tc>
          <w:tcPr>
            <w:tcW w:w="4776" w:type="dxa"/>
            <w:vAlign w:val="center"/>
          </w:tcPr>
          <w:p w14:paraId="304537C9" w14:textId="6D3DDBAD" w:rsidR="00DB1277" w:rsidRPr="00F26EC1" w:rsidRDefault="00AC4197" w:rsidP="00034B84">
            <w:pPr>
              <w:pStyle w:val="Paragraphedeliste"/>
              <w:ind w:left="0"/>
              <w:rPr>
                <w:noProof/>
              </w:rPr>
            </w:pPr>
            <w:r w:rsidRPr="00F26EC1">
              <w:rPr>
                <w:noProof/>
              </w:rPr>
              <mc:AlternateContent>
                <mc:Choice Requires="wpg">
                  <w:drawing>
                    <wp:inline distT="0" distB="0" distL="0" distR="0" wp14:anchorId="79216485" wp14:editId="111A3915">
                      <wp:extent cx="2871470" cy="933843"/>
                      <wp:effectExtent l="0" t="0" r="24130" b="19050"/>
                      <wp:docPr id="436" name="Groupe 4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1470" cy="933843"/>
                                <a:chOff x="0" y="0"/>
                                <a:chExt cx="2871659" cy="933913"/>
                              </a:xfrm>
                            </wpg:grpSpPr>
                            <wps:wsp>
                              <wps:cNvPr id="437" name="Connecteur droit 437"/>
                              <wps:cNvCnPr/>
                              <wps:spPr>
                                <a:xfrm>
                                  <a:off x="1459" y="75545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8" name="Connecteur droit 438"/>
                              <wps:cNvCnPr/>
                              <wps:spPr>
                                <a:xfrm>
                                  <a:off x="1459" y="21759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9" name="Connecteur droit 439"/>
                              <wps:cNvCnPr/>
                              <wps:spPr>
                                <a:xfrm>
                                  <a:off x="0" y="35983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0" name="Connecteur droit 440"/>
                              <wps:cNvCnPr/>
                              <wps:spPr>
                                <a:xfrm>
                                  <a:off x="1459" y="50588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1" name="Connecteur droit 441"/>
                              <wps:cNvCnPr/>
                              <wps:spPr>
                                <a:xfrm>
                                  <a:off x="1459" y="64812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2" name="Connecteur droit 442"/>
                              <wps:cNvCnPr/>
                              <wps:spPr>
                                <a:xfrm>
                                  <a:off x="1459" y="790366"/>
                                  <a:ext cx="2870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3" name="Connecteur droit 443"/>
                              <wps:cNvCnPr/>
                              <wps:spPr>
                                <a:xfrm>
                                  <a:off x="1506703" y="1356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4" name="Connecteur droit 444"/>
                              <wps:cNvCnPr/>
                              <wps:spPr>
                                <a:xfrm>
                                  <a:off x="1219683" y="1768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5" name="Connecteur droit 445"/>
                              <wps:cNvCnPr/>
                              <wps:spPr>
                                <a:xfrm>
                                  <a:off x="933933" y="1768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6" name="Connecteur droit 446"/>
                              <wps:cNvCnPr/>
                              <wps:spPr>
                                <a:xfrm>
                                  <a:off x="644373" y="943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7" name="Connecteur droit 447"/>
                              <wps:cNvCnPr/>
                              <wps:spPr>
                                <a:xfrm>
                                  <a:off x="357353" y="1356"/>
                                  <a:ext cx="0" cy="9321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8" name="Connecteur droit 448"/>
                              <wps:cNvCnPr/>
                              <wps:spPr>
                                <a:xfrm>
                                  <a:off x="71603" y="1356"/>
                                  <a:ext cx="0" cy="932557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9" name="Connecteur droit 449"/>
                              <wps:cNvCnPr/>
                              <wps:spPr>
                                <a:xfrm>
                                  <a:off x="2654935" y="958"/>
                                  <a:ext cx="0" cy="93187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0" name="Connecteur droit 450"/>
                              <wps:cNvCnPr/>
                              <wps:spPr>
                                <a:xfrm>
                                  <a:off x="2370455" y="663"/>
                                  <a:ext cx="0" cy="93187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1" name="Connecteur droit 451"/>
                              <wps:cNvCnPr/>
                              <wps:spPr>
                                <a:xfrm>
                                  <a:off x="2082165" y="958"/>
                                  <a:ext cx="0" cy="93187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2" name="Connecteur droit 452"/>
                              <wps:cNvCnPr/>
                              <wps:spPr>
                                <a:xfrm>
                                  <a:off x="1792605" y="663"/>
                                  <a:ext cx="0" cy="931874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3" name="Connecteur droit 453"/>
                              <wps:cNvCnPr/>
                              <wps:spPr>
                                <a:xfrm>
                                  <a:off x="1364615" y="660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4" name="Connecteur droit 454"/>
                              <wps:cNvCnPr/>
                              <wps:spPr>
                                <a:xfrm>
                                  <a:off x="1077595" y="991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5" name="Connecteur droit 455"/>
                              <wps:cNvCnPr/>
                              <wps:spPr>
                                <a:xfrm>
                                  <a:off x="791845" y="991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6" name="Connecteur droit 456"/>
                              <wps:cNvCnPr/>
                              <wps:spPr>
                                <a:xfrm>
                                  <a:off x="502285" y="330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7" name="Connecteur droit 457"/>
                              <wps:cNvCnPr/>
                              <wps:spPr>
                                <a:xfrm>
                                  <a:off x="215265" y="660"/>
                                  <a:ext cx="0" cy="93178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8" name="Connecteur droit 458"/>
                              <wps:cNvCnPr/>
                              <wps:spPr>
                                <a:xfrm>
                                  <a:off x="2513330" y="330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9" name="Connecteur droit 459"/>
                              <wps:cNvCnPr/>
                              <wps:spPr>
                                <a:xfrm>
                                  <a:off x="2228850" y="0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0" name="Connecteur droit 460"/>
                              <wps:cNvCnPr/>
                              <wps:spPr>
                                <a:xfrm>
                                  <a:off x="1940560" y="330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1" name="Connecteur droit 461"/>
                              <wps:cNvCnPr/>
                              <wps:spPr>
                                <a:xfrm>
                                  <a:off x="1651000" y="0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2" name="Connecteur droit 462"/>
                              <wps:cNvCnPr/>
                              <wps:spPr>
                                <a:xfrm>
                                  <a:off x="2797471" y="1338"/>
                                  <a:ext cx="0" cy="93145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3" name="Connecteur droit avec flèche 463"/>
                              <wps:cNvCnPr/>
                              <wps:spPr>
                                <a:xfrm>
                                  <a:off x="214032" y="216228"/>
                                  <a:ext cx="1435100" cy="13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4" name="Connecteur droit 464"/>
                              <wps:cNvCnPr/>
                              <wps:spPr>
                                <a:xfrm flipV="1">
                                  <a:off x="214032" y="360060"/>
                                  <a:ext cx="1435100" cy="335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5" name="Zone de texte 305"/>
                              <wps:cNvSpPr txBox="1"/>
                              <wps:spPr>
                                <a:xfrm>
                                  <a:off x="791845" y="134983"/>
                                  <a:ext cx="250146" cy="1461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1FBD79" w14:textId="77777777" w:rsidR="00AC4197" w:rsidRDefault="00AC4197" w:rsidP="00AC4197">
                                    <w:pPr>
                                      <w:pStyle w:val="NormalWeb"/>
                                      <w:spacing w:before="0" w:beforeAutospacing="0" w:after="160" w:afterAutospacing="0" w:line="254" w:lineRule="auto"/>
                                      <w:jc w:val="center"/>
                                    </w:pPr>
                                    <w:r>
                                      <w:rPr>
                                        <w:rFonts w:eastAsia="Calibri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6" name="Connecteur droit 466"/>
                              <wps:cNvCnPr/>
                              <wps:spPr>
                                <a:xfrm flipV="1">
                                  <a:off x="214032" y="646760"/>
                                  <a:ext cx="1866622" cy="115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216485" id="Groupe 436" o:spid="_x0000_s1226" style="width:226.1pt;height:73.55pt;mso-position-horizontal-relative:char;mso-position-vertical-relative:line" coordsize="28716,9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">
                      <v:line id="Connecteur droit 437" o:spid="_x0000_s1227" style="position:absolute;visibility:visible;mso-wrap-style:square" from="14,755" to="28716,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38" o:spid="_x0000_s1228" style="position:absolute;visibility:visible;mso-wrap-style:square" from="14,2175" to="28716,2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" strokecolor="#c9c9c9 [1942]" strokeweight="1pt">
                        <v:stroke joinstyle="miter"/>
                      </v:line>
                      <v:line id="Connecteur droit 439" o:spid="_x0000_s1229" style="position:absolute;visibility:visible;mso-wrap-style:square" from="0,3598" to="28702,3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40" o:spid="_x0000_s1230" style="position:absolute;visibility:visible;mso-wrap-style:square" from="14,5058" to="28716,5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" strokecolor="#c9c9c9 [1942]" strokeweight="1pt">
                        <v:stroke joinstyle="miter"/>
                      </v:line>
                      <v:line id="Connecteur droit 441" o:spid="_x0000_s1231" style="position:absolute;visibility:visible;mso-wrap-style:square" from="14,6481" to="28716,6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" strokecolor="#c9c9c9 [1942]" strokeweight="1pt">
                        <v:stroke joinstyle="miter"/>
                      </v:line>
                      <v:line id="Connecteur droit 442" o:spid="_x0000_s1232" style="position:absolute;visibility:visible;mso-wrap-style:square" from="14,7903" to="28716,7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" strokecolor="#c9c9c9 [1942]" strokeweight="1pt">
                        <v:stroke joinstyle="miter"/>
                      </v:line>
                      <v:line id="Connecteur droit 443" o:spid="_x0000_s1233" style="position:absolute;visibility:visible;mso-wrap-style:square" from="15067,13" to="15067,9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44" o:spid="_x0000_s1234" style="position:absolute;visibility:visible;mso-wrap-style:square" from="12196,17" to="12196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" strokecolor="#c9c9c9 [1942]" strokeweight="1pt">
                        <v:stroke joinstyle="miter"/>
                      </v:line>
                      <v:line id="Connecteur droit 445" o:spid="_x0000_s1235" style="position:absolute;visibility:visible;mso-wrap-style:square" from="9339,17" to="9339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46" o:spid="_x0000_s1236" style="position:absolute;visibility:visible;mso-wrap-style:square" from="6443,9" to="6443,9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47" o:spid="_x0000_s1237" style="position:absolute;visibility:visible;mso-wrap-style:square" from="3573,13" to="3573,9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48" o:spid="_x0000_s1238" style="position:absolute;visibility:visible;mso-wrap-style:square" from="716,13" to="716,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" strokecolor="#c9c9c9 [1942]" strokeweight="1pt">
                        <v:stroke joinstyle="miter"/>
                      </v:line>
                      <v:line id="Connecteur droit 449" o:spid="_x0000_s1239" style="position:absolute;visibility:visible;mso-wrap-style:square" from="26549,9" to="26549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50" o:spid="_x0000_s1240" style="position:absolute;visibility:visible;mso-wrap-style:square" from="23704,6" to="23704,9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" strokecolor="#c9c9c9 [1942]" strokeweight="1pt">
                        <v:stroke joinstyle="miter"/>
                      </v:line>
                      <v:line id="Connecteur droit 451" o:spid="_x0000_s1241" style="position:absolute;visibility:visible;mso-wrap-style:square" from="20821,9" to="20821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" strokecolor="#c9c9c9 [1942]" strokeweight="1pt">
                        <v:stroke joinstyle="miter"/>
                      </v:line>
                      <v:line id="Connecteur droit 452" o:spid="_x0000_s1242" style="position:absolute;visibility:visible;mso-wrap-style:square" from="17926,6" to="17926,9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" strokecolor="#c9c9c9 [1942]" strokeweight="1pt">
                        <v:stroke joinstyle="miter"/>
                      </v:line>
                      <v:line id="Connecteur droit 453" o:spid="_x0000_s1243" style="position:absolute;visibility:visible;mso-wrap-style:square" from="13646,6" to="13646,9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54" o:spid="_x0000_s1244" style="position:absolute;visibility:visible;mso-wrap-style:square" from="10775,9" to="10775,9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55" o:spid="_x0000_s1245" style="position:absolute;visibility:visible;mso-wrap-style:square" from="7918,9" to="7918,9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56" o:spid="_x0000_s1246" style="position:absolute;visibility:visible;mso-wrap-style:square" from="5022,3" to="5022,9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57" o:spid="_x0000_s1247" style="position:absolute;visibility:visible;mso-wrap-style:square" from="2152,6" to="2152,9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58" o:spid="_x0000_s1248" style="position:absolute;visibility:visible;mso-wrap-style:square" from="25133,3" to="25133,9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" strokecolor="#c9c9c9 [1942]" strokeweight="1pt">
                        <v:stroke joinstyle="miter"/>
                      </v:line>
                      <v:line id="Connecteur droit 459" o:spid="_x0000_s1249" style="position:absolute;visibility:visible;mso-wrap-style:square" from="22288,0" to="22288,9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" strokecolor="#c9c9c9 [1942]" strokeweight="1pt">
                        <v:stroke joinstyle="miter"/>
                      </v:line>
                      <v:line id="Connecteur droit 460" o:spid="_x0000_s1250" style="position:absolute;visibility:visible;mso-wrap-style:square" from="19405,3" to="19405,9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" strokecolor="#c9c9c9 [1942]" strokeweight="1pt">
                        <v:stroke joinstyle="miter"/>
                      </v:line>
                      <v:line id="Connecteur droit 461" o:spid="_x0000_s1251" style="position:absolute;visibility:visible;mso-wrap-style:square" from="16510,0" to="16510,9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" strokecolor="#c9c9c9 [1942]" strokeweight="1pt">
                        <v:stroke joinstyle="miter"/>
                      </v:line>
                      <v:line id="Connecteur droit 462" o:spid="_x0000_s1252" style="position:absolute;visibility:visible;mso-wrap-style:square" from="27974,13" to="27974,9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" strokecolor="#c9c9c9 [1942]" strokeweight="1pt">
                        <v:stroke joinstyle="miter"/>
                      </v:line>
                      <v:shape id="Connecteur droit avec flèche 463" o:spid="_x0000_s1253" type="#_x0000_t32" style="position:absolute;left:2140;top:2162;width:1435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" strokecolor="black [3213]" strokeweight=".5pt">
                        <v:stroke startarrow="block" endarrow="block" joinstyle="miter"/>
                      </v:shape>
                      <v:line id="Connecteur droit 464" o:spid="_x0000_s1254" style="position:absolute;flip:y;visibility:visible;mso-wrap-style:square" from="2140,3600" to="16491,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" strokecolor="black [3213]" strokeweight="2.25pt">
                        <v:stroke joinstyle="miter"/>
                      </v:line>
                      <v:shape id="Zone de texte 305" o:spid="_x0000_s1255" type="#_x0000_t202" style="position:absolute;left:7918;top:1349;width:2501;height:1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" fillcolor="white [3201]" stroked="f" strokeweight=".5pt">
                        <v:textbox inset="0,0,0,0">
                          <w:txbxContent>
                            <w:p w14:paraId="0A1FBD79" w14:textId="77777777" w:rsidR="00AC4197" w:rsidRDefault="00AC4197" w:rsidP="00AC4197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Connecteur droit 466" o:spid="_x0000_s1256" style="position:absolute;flip:y;visibility:visible;mso-wrap-style:square" from="2140,6467" to="20806,6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" strokecolor="#0070c0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24" w:type="dxa"/>
          </w:tcPr>
          <w:p w14:paraId="6ADF1AC0" w14:textId="7BFF078D" w:rsidR="00DB1277" w:rsidRPr="00F26EC1" w:rsidRDefault="007F0DED" w:rsidP="006F39B7">
            <w:pPr>
              <w:pStyle w:val="Paragraphedeliste"/>
              <w:numPr>
                <w:ilvl w:val="0"/>
                <w:numId w:val="12"/>
              </w:numPr>
              <w:spacing w:line="360" w:lineRule="auto"/>
            </w:pPr>
            <m:oMath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</w:p>
          <w:p w14:paraId="4E6963AB" w14:textId="77777777" w:rsidR="00233961" w:rsidRPr="00F26EC1" w:rsidRDefault="00EF64A7" w:rsidP="006F39B7">
            <w:pPr>
              <w:pStyle w:val="Paragraphedeliste"/>
              <w:numPr>
                <w:ilvl w:val="0"/>
                <w:numId w:val="12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</w:p>
          <w:p w14:paraId="3C21880A" w14:textId="16F0B424" w:rsidR="00233961" w:rsidRPr="00F26EC1" w:rsidRDefault="00233961" w:rsidP="006F39B7">
            <w:pPr>
              <w:pStyle w:val="Paragraphedeliste"/>
              <w:numPr>
                <w:ilvl w:val="0"/>
                <w:numId w:val="12"/>
              </w:numPr>
              <w:spacing w:line="360" w:lineRule="auto"/>
            </w:pPr>
            <w:r w:rsidRPr="00F26EC1">
              <w:rPr>
                <w:rFonts w:eastAsiaTheme="minorEastAsia"/>
              </w:rPr>
              <w:t>13</w:t>
            </w:r>
          </w:p>
          <w:p w14:paraId="7EBD4258" w14:textId="7459952B" w:rsidR="00233961" w:rsidRPr="00F26EC1" w:rsidRDefault="00233961" w:rsidP="006F39B7">
            <w:pPr>
              <w:pStyle w:val="Paragraphedeliste"/>
              <w:numPr>
                <w:ilvl w:val="0"/>
                <w:numId w:val="12"/>
              </w:numPr>
              <w:spacing w:line="360" w:lineRule="auto"/>
            </w:pPr>
            <w:r w:rsidRPr="00F26EC1">
              <w:rPr>
                <w:rFonts w:eastAsiaTheme="minorEastAsia"/>
              </w:rPr>
              <w:t>13,10</w:t>
            </w:r>
          </w:p>
          <w:p w14:paraId="6A79EAB7" w14:textId="4F5A7F21" w:rsidR="00233961" w:rsidRPr="00F26EC1" w:rsidRDefault="00233961" w:rsidP="006F39B7">
            <w:pPr>
              <w:pStyle w:val="Paragraphedeliste"/>
              <w:numPr>
                <w:ilvl w:val="0"/>
                <w:numId w:val="12"/>
              </w:numPr>
              <w:spacing w:line="360" w:lineRule="auto"/>
            </w:pPr>
            <w:r w:rsidRPr="00F26EC1">
              <w:rPr>
                <w:rFonts w:eastAsiaTheme="minorEastAsia"/>
              </w:rPr>
              <w:t>1,3</w:t>
            </w:r>
          </w:p>
        </w:tc>
      </w:tr>
    </w:tbl>
    <w:p w14:paraId="095EBAA1" w14:textId="37D0F0E1" w:rsidR="00354634" w:rsidRPr="00F26EC1" w:rsidRDefault="000556B0" w:rsidP="00AB42D2">
      <w:pPr>
        <w:pStyle w:val="Titre1"/>
      </w:pPr>
      <w:r w:rsidRPr="00F26EC1">
        <w:t>Je m’autoévalue</w:t>
      </w:r>
    </w:p>
    <w:p w14:paraId="2A3D34E9" w14:textId="0D008E31" w:rsidR="000556B0" w:rsidRPr="00F26EC1" w:rsidRDefault="000556B0" w:rsidP="000556B0">
      <w:pPr>
        <w:pStyle w:val="Paragraphedeliste"/>
        <w:numPr>
          <w:ilvl w:val="0"/>
          <w:numId w:val="15"/>
        </w:numPr>
      </w:pPr>
      <w:r w:rsidRPr="00F26EC1">
        <w:t>J’ai trouvé les bonnes réponses : je passe à l’exercice 2 de cette fiche</w:t>
      </w:r>
    </w:p>
    <w:p w14:paraId="2C8135EB" w14:textId="257BE2AE" w:rsidR="000556B0" w:rsidRPr="00F26EC1" w:rsidRDefault="000556B0" w:rsidP="000556B0">
      <w:pPr>
        <w:pStyle w:val="Paragraphedeliste"/>
        <w:numPr>
          <w:ilvl w:val="0"/>
          <w:numId w:val="15"/>
        </w:numPr>
      </w:pPr>
      <w:r w:rsidRPr="00F26EC1">
        <w:t>Sinon j’appelle le professeur ou un camarade pour m’expliquer</w:t>
      </w:r>
    </w:p>
    <w:p w14:paraId="51E41D62" w14:textId="77777777" w:rsidR="00AB42D2" w:rsidRDefault="00AB42D2" w:rsidP="00AB42D2">
      <w:pPr>
        <w:pStyle w:val="Titre1"/>
        <w:spacing w:before="100" w:after="100"/>
      </w:pPr>
      <w:r>
        <w:t>Je m’exerce</w:t>
      </w:r>
    </w:p>
    <w:p w14:paraId="516D3E3A" w14:textId="5977428F" w:rsidR="00D72B53" w:rsidRPr="00F26EC1" w:rsidRDefault="00D72B53" w:rsidP="00AB42D2">
      <w:pPr>
        <w:pStyle w:val="Titre2"/>
      </w:pPr>
      <w:r w:rsidRPr="00F26EC1">
        <w:t>Exercice 2</w:t>
      </w:r>
    </w:p>
    <w:p w14:paraId="1AD1C33F" w14:textId="32D030D2" w:rsidR="00D72B53" w:rsidRPr="00F26EC1" w:rsidRDefault="00390365" w:rsidP="00D72B53">
      <w:pPr>
        <w:pStyle w:val="Paragraphedeliste"/>
        <w:numPr>
          <w:ilvl w:val="0"/>
          <w:numId w:val="14"/>
        </w:numPr>
      </w:pPr>
      <w:r w:rsidRPr="00F26EC1">
        <w:t xml:space="preserve">Trace un segment </w:t>
      </w:r>
      <w:r w:rsidR="00354634" w:rsidRPr="00F26EC1">
        <w:t xml:space="preserve">de longueur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26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354634" w:rsidRPr="00F26EC1">
        <w:rPr>
          <w:rFonts w:eastAsiaTheme="minorEastAsia"/>
        </w:rPr>
        <w:t xml:space="preserve"> .</w:t>
      </w:r>
      <w:r w:rsidR="00C05191" w:rsidRPr="00F26EC1">
        <w:rPr>
          <w:rFonts w:eastAsiaTheme="minorEastAsia"/>
        </w:rPr>
        <w:t xml:space="preserve">   </w:t>
      </w:r>
    </w:p>
    <w:p w14:paraId="371DAEF5" w14:textId="442EEDC4" w:rsidR="00390365" w:rsidRPr="00F26EC1" w:rsidRDefault="00390365" w:rsidP="00390365">
      <w:pPr>
        <w:pStyle w:val="Paragraphedeliste"/>
      </w:pPr>
      <w:r w:rsidRPr="00F26EC1">
        <w:rPr>
          <w:noProof/>
        </w:rPr>
        <mc:AlternateContent>
          <mc:Choice Requires="wpg">
            <w:drawing>
              <wp:inline distT="0" distB="0" distL="0" distR="0" wp14:anchorId="57645689" wp14:editId="3F58B9E9">
                <wp:extent cx="4594379" cy="934553"/>
                <wp:effectExtent l="0" t="0" r="34925" b="18415"/>
                <wp:docPr id="477" name="Groupe 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4379" cy="934553"/>
                          <a:chOff x="500549" y="2511053"/>
                          <a:chExt cx="4594379" cy="934623"/>
                        </a:xfrm>
                      </wpg:grpSpPr>
                      <wpg:grpSp>
                        <wpg:cNvPr id="478" name="Groupe 478"/>
                        <wpg:cNvGrpSpPr/>
                        <wpg:grpSpPr>
                          <a:xfrm>
                            <a:off x="500549" y="2586918"/>
                            <a:ext cx="4594379" cy="714821"/>
                            <a:chOff x="500550" y="2587308"/>
                            <a:chExt cx="2871470" cy="714821"/>
                          </a:xfrm>
                        </wpg:grpSpPr>
                        <wps:wsp>
                          <wps:cNvPr id="479" name="Connecteur droit 479"/>
                          <wps:cNvCnPr/>
                          <wps:spPr>
                            <a:xfrm>
                              <a:off x="502009" y="2587308"/>
                              <a:ext cx="287001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0" name="Connecteur droit 480"/>
                          <wps:cNvCnPr/>
                          <wps:spPr>
                            <a:xfrm>
                              <a:off x="502009" y="2729359"/>
                              <a:ext cx="287001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1" name="Connecteur droit 481"/>
                          <wps:cNvCnPr/>
                          <wps:spPr>
                            <a:xfrm>
                              <a:off x="500550" y="2871599"/>
                              <a:ext cx="287001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2" name="Connecteur droit 482"/>
                          <wps:cNvCnPr/>
                          <wps:spPr>
                            <a:xfrm>
                              <a:off x="502009" y="3017649"/>
                              <a:ext cx="287001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3" name="Connecteur droit 483"/>
                          <wps:cNvCnPr/>
                          <wps:spPr>
                            <a:xfrm>
                              <a:off x="502009" y="3159889"/>
                              <a:ext cx="287001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4" name="Connecteur droit 484"/>
                          <wps:cNvCnPr/>
                          <wps:spPr>
                            <a:xfrm>
                              <a:off x="502009" y="3302129"/>
                              <a:ext cx="287001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85" name="Connecteur droit 485"/>
                        <wps:cNvCnPr/>
                        <wps:spPr>
                          <a:xfrm>
                            <a:off x="2007154" y="2513119"/>
                            <a:ext cx="0" cy="9321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" name="Connecteur droit 486"/>
                        <wps:cNvCnPr/>
                        <wps:spPr>
                          <a:xfrm>
                            <a:off x="1720153" y="2513531"/>
                            <a:ext cx="0" cy="9321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" name="Connecteur droit 487"/>
                        <wps:cNvCnPr/>
                        <wps:spPr>
                          <a:xfrm>
                            <a:off x="1434422" y="2513531"/>
                            <a:ext cx="0" cy="9321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" name="Connecteur droit 488"/>
                        <wps:cNvCnPr/>
                        <wps:spPr>
                          <a:xfrm>
                            <a:off x="1144881" y="2512706"/>
                            <a:ext cx="0" cy="9321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" name="Connecteur droit 489"/>
                        <wps:cNvCnPr/>
                        <wps:spPr>
                          <a:xfrm>
                            <a:off x="857879" y="2513119"/>
                            <a:ext cx="0" cy="9321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" name="Connecteur droit 490"/>
                        <wps:cNvCnPr/>
                        <wps:spPr>
                          <a:xfrm>
                            <a:off x="572148" y="2513119"/>
                            <a:ext cx="0" cy="93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1" name="Connecteur droit 491"/>
                        <wps:cNvCnPr/>
                        <wps:spPr>
                          <a:xfrm>
                            <a:off x="3155310" y="2512721"/>
                            <a:ext cx="0" cy="93187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2" name="Connecteur droit 492"/>
                        <wps:cNvCnPr/>
                        <wps:spPr>
                          <a:xfrm>
                            <a:off x="2870849" y="2512426"/>
                            <a:ext cx="0" cy="93187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" name="Connecteur droit 493"/>
                        <wps:cNvCnPr/>
                        <wps:spPr>
                          <a:xfrm>
                            <a:off x="2582578" y="2512721"/>
                            <a:ext cx="0" cy="93187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" name="Connecteur droit 494"/>
                        <wps:cNvCnPr/>
                        <wps:spPr>
                          <a:xfrm>
                            <a:off x="2293037" y="2512426"/>
                            <a:ext cx="0" cy="93187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" name="Connecteur droit 495"/>
                        <wps:cNvCnPr/>
                        <wps:spPr>
                          <a:xfrm>
                            <a:off x="1865075" y="2512423"/>
                            <a:ext cx="0" cy="93178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" name="Connecteur droit 496"/>
                        <wps:cNvCnPr/>
                        <wps:spPr>
                          <a:xfrm>
                            <a:off x="1578074" y="2512754"/>
                            <a:ext cx="0" cy="93178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" name="Connecteur droit 497"/>
                        <wps:cNvCnPr/>
                        <wps:spPr>
                          <a:xfrm>
                            <a:off x="1292343" y="2512754"/>
                            <a:ext cx="0" cy="93178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8" name="Connecteur droit 498"/>
                        <wps:cNvCnPr/>
                        <wps:spPr>
                          <a:xfrm>
                            <a:off x="1002802" y="2512093"/>
                            <a:ext cx="0" cy="93178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9" name="Connecteur droit 499"/>
                        <wps:cNvCnPr/>
                        <wps:spPr>
                          <a:xfrm>
                            <a:off x="715801" y="2512423"/>
                            <a:ext cx="0" cy="93178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0" name="Connecteur droit 500"/>
                        <wps:cNvCnPr/>
                        <wps:spPr>
                          <a:xfrm>
                            <a:off x="3013715" y="2512093"/>
                            <a:ext cx="0" cy="9314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1" name="Connecteur droit 501"/>
                        <wps:cNvCnPr/>
                        <wps:spPr>
                          <a:xfrm>
                            <a:off x="2729253" y="2511763"/>
                            <a:ext cx="0" cy="9314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2" name="Connecteur droit 502"/>
                        <wps:cNvCnPr/>
                        <wps:spPr>
                          <a:xfrm>
                            <a:off x="2440982" y="2512093"/>
                            <a:ext cx="0" cy="9314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3" name="Connecteur droit 503"/>
                        <wps:cNvCnPr/>
                        <wps:spPr>
                          <a:xfrm>
                            <a:off x="2151441" y="2511763"/>
                            <a:ext cx="0" cy="9314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4" name="Connecteur droit 504"/>
                        <wps:cNvCnPr/>
                        <wps:spPr>
                          <a:xfrm>
                            <a:off x="3297837" y="2513101"/>
                            <a:ext cx="0" cy="93145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5" name="Connecteur droit avec flèche 505"/>
                        <wps:cNvCnPr/>
                        <wps:spPr>
                          <a:xfrm>
                            <a:off x="714568" y="2727991"/>
                            <a:ext cx="1435006" cy="1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6" name="Connecteur droit 506"/>
                        <wps:cNvCnPr/>
                        <wps:spPr>
                          <a:xfrm flipV="1">
                            <a:off x="714568" y="2871823"/>
                            <a:ext cx="1435006" cy="335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7" name="Zone de texte 305"/>
                        <wps:cNvSpPr txBox="1"/>
                        <wps:spPr>
                          <a:xfrm>
                            <a:off x="1292343" y="2646746"/>
                            <a:ext cx="250130" cy="1461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CDCA12" w14:textId="77777777" w:rsidR="00390365" w:rsidRDefault="00390365" w:rsidP="00F26EC1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Connecteur droit 508"/>
                        <wps:cNvCnPr/>
                        <wps:spPr>
                          <a:xfrm>
                            <a:off x="4306259" y="2511688"/>
                            <a:ext cx="0" cy="9315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9" name="Connecteur droit 509"/>
                        <wps:cNvCnPr/>
                        <wps:spPr>
                          <a:xfrm>
                            <a:off x="4022414" y="2511688"/>
                            <a:ext cx="0" cy="9315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0" name="Connecteur droit 510"/>
                        <wps:cNvCnPr/>
                        <wps:spPr>
                          <a:xfrm>
                            <a:off x="3734124" y="2511688"/>
                            <a:ext cx="0" cy="9315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1" name="Connecteur droit 511"/>
                        <wps:cNvCnPr/>
                        <wps:spPr>
                          <a:xfrm>
                            <a:off x="3444564" y="2511688"/>
                            <a:ext cx="0" cy="9315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Connecteur droit 64"/>
                        <wps:cNvCnPr/>
                        <wps:spPr>
                          <a:xfrm>
                            <a:off x="4165289" y="2511053"/>
                            <a:ext cx="0" cy="9309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Connecteur droit 65"/>
                        <wps:cNvCnPr/>
                        <wps:spPr>
                          <a:xfrm>
                            <a:off x="3880809" y="2511053"/>
                            <a:ext cx="0" cy="9309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Connecteur droit 66"/>
                        <wps:cNvCnPr/>
                        <wps:spPr>
                          <a:xfrm>
                            <a:off x="3592519" y="2511053"/>
                            <a:ext cx="0" cy="9309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Connecteur droit 67"/>
                        <wps:cNvCnPr/>
                        <wps:spPr>
                          <a:xfrm>
                            <a:off x="4449134" y="2512323"/>
                            <a:ext cx="0" cy="9309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Connecteur droit 68"/>
                        <wps:cNvCnPr/>
                        <wps:spPr>
                          <a:xfrm>
                            <a:off x="4876489" y="2512323"/>
                            <a:ext cx="0" cy="9309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Connecteur droit 69"/>
                        <wps:cNvCnPr/>
                        <wps:spPr>
                          <a:xfrm>
                            <a:off x="4592644" y="2512323"/>
                            <a:ext cx="0" cy="9309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Connecteur droit 70"/>
                        <wps:cNvCnPr/>
                        <wps:spPr>
                          <a:xfrm>
                            <a:off x="4735519" y="2511688"/>
                            <a:ext cx="0" cy="930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Connecteur droit 71"/>
                        <wps:cNvCnPr/>
                        <wps:spPr>
                          <a:xfrm>
                            <a:off x="5019364" y="2512958"/>
                            <a:ext cx="0" cy="930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645689" id="Groupe 477" o:spid="_x0000_s1257" style="width:361.75pt;height:73.6pt;mso-position-horizontal-relative:char;mso-position-vertical-relative:line" coordorigin="5005,25110" coordsize="45943,9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">
                <v:group id="Groupe 478" o:spid="_x0000_s1258" style="position:absolute;left:5005;top:25869;width:45944;height:7148" coordorigin="5005,25873" coordsize="28714,7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line id="Connecteur droit 479" o:spid="_x0000_s1259" style="position:absolute;visibility:visible;mso-wrap-style:square" from="5020,25873" to="33720,25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" strokecolor="#c9c9c9 [1942]" strokeweight="1pt">
                    <v:stroke joinstyle="miter"/>
                  </v:line>
                  <v:line id="Connecteur droit 480" o:spid="_x0000_s1260" style="position:absolute;visibility:visible;mso-wrap-style:square" from="5020,27293" to="33720,27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" strokecolor="#c9c9c9 [1942]" strokeweight="1pt">
                    <v:stroke joinstyle="miter"/>
                  </v:line>
                  <v:line id="Connecteur droit 481" o:spid="_x0000_s1261" style="position:absolute;visibility:visible;mso-wrap-style:square" from="5005,28715" to="33705,28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" strokecolor="#c9c9c9 [1942]" strokeweight="1pt">
                    <v:stroke joinstyle="miter"/>
                  </v:line>
                  <v:line id="Connecteur droit 482" o:spid="_x0000_s1262" style="position:absolute;visibility:visible;mso-wrap-style:square" from="5020,30176" to="33720,30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" strokecolor="#c9c9c9 [1942]" strokeweight="1pt">
                    <v:stroke joinstyle="miter"/>
                  </v:line>
                  <v:line id="Connecteur droit 483" o:spid="_x0000_s1263" style="position:absolute;visibility:visible;mso-wrap-style:square" from="5020,31598" to="33720,3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" strokecolor="#c9c9c9 [1942]" strokeweight="1pt">
                    <v:stroke joinstyle="miter"/>
                  </v:line>
                  <v:line id="Connecteur droit 484" o:spid="_x0000_s1264" style="position:absolute;visibility:visible;mso-wrap-style:square" from="5020,33021" to="33720,33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" strokecolor="#c9c9c9 [1942]" strokeweight="1pt">
                    <v:stroke joinstyle="miter"/>
                  </v:line>
                </v:group>
                <v:line id="Connecteur droit 485" o:spid="_x0000_s1265" style="position:absolute;visibility:visible;mso-wrap-style:square" from="20071,25131" to="20071,34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" strokecolor="#c9c9c9 [1942]" strokeweight="1pt">
                  <v:stroke joinstyle="miter"/>
                </v:line>
                <v:line id="Connecteur droit 486" o:spid="_x0000_s1266" style="position:absolute;visibility:visible;mso-wrap-style:square" from="17201,25135" to="17201,3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" strokecolor="#c9c9c9 [1942]" strokeweight="1pt">
                  <v:stroke joinstyle="miter"/>
                </v:line>
                <v:line id="Connecteur droit 487" o:spid="_x0000_s1267" style="position:absolute;visibility:visible;mso-wrap-style:square" from="14344,25135" to="14344,3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" strokecolor="#c9c9c9 [1942]" strokeweight="1pt">
                  <v:stroke joinstyle="miter"/>
                </v:line>
                <v:line id="Connecteur droit 488" o:spid="_x0000_s1268" style="position:absolute;visibility:visible;mso-wrap-style:square" from="11448,25127" to="11448,34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" strokecolor="#c9c9c9 [1942]" strokeweight="1pt">
                  <v:stroke joinstyle="miter"/>
                </v:line>
                <v:line id="Connecteur droit 489" o:spid="_x0000_s1269" style="position:absolute;visibility:visible;mso-wrap-style:square" from="8578,25131" to="8578,34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" strokecolor="#c9c9c9 [1942]" strokeweight="1pt">
                  <v:stroke joinstyle="miter"/>
                </v:line>
                <v:line id="Connecteur droit 490" o:spid="_x0000_s1270" style="position:absolute;visibility:visible;mso-wrap-style:square" from="5721,25131" to="5721,34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" strokecolor="#c9c9c9 [1942]" strokeweight="1pt">
                  <v:stroke joinstyle="miter"/>
                </v:line>
                <v:line id="Connecteur droit 491" o:spid="_x0000_s1271" style="position:absolute;visibility:visible;mso-wrap-style:square" from="31553,25127" to="31553,3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" strokecolor="#c9c9c9 [1942]" strokeweight="1pt">
                  <v:stroke joinstyle="miter"/>
                </v:line>
                <v:line id="Connecteur droit 492" o:spid="_x0000_s1272" style="position:absolute;visibility:visible;mso-wrap-style:square" from="28708,25124" to="28708,34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" strokecolor="#c9c9c9 [1942]" strokeweight="1pt">
                  <v:stroke joinstyle="miter"/>
                </v:line>
                <v:line id="Connecteur droit 493" o:spid="_x0000_s1273" style="position:absolute;visibility:visible;mso-wrap-style:square" from="25825,25127" to="25825,3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" strokecolor="#c9c9c9 [1942]" strokeweight="1pt">
                  <v:stroke joinstyle="miter"/>
                </v:line>
                <v:line id="Connecteur droit 494" o:spid="_x0000_s1274" style="position:absolute;visibility:visible;mso-wrap-style:square" from="22930,25124" to="22930,34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" strokecolor="#c9c9c9 [1942]" strokeweight="1pt">
                  <v:stroke joinstyle="miter"/>
                </v:line>
                <v:line id="Connecteur droit 495" o:spid="_x0000_s1275" style="position:absolute;visibility:visible;mso-wrap-style:square" from="18650,25124" to="18650,34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" strokecolor="#c9c9c9 [1942]" strokeweight="1pt">
                  <v:stroke joinstyle="miter"/>
                </v:line>
                <v:line id="Connecteur droit 496" o:spid="_x0000_s1276" style="position:absolute;visibility:visible;mso-wrap-style:square" from="15780,25127" to="15780,3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" strokecolor="#c9c9c9 [1942]" strokeweight="1pt">
                  <v:stroke joinstyle="miter"/>
                </v:line>
                <v:line id="Connecteur droit 497" o:spid="_x0000_s1277" style="position:absolute;visibility:visible;mso-wrap-style:square" from="12923,25127" to="12923,3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" strokecolor="#c9c9c9 [1942]" strokeweight="1pt">
                  <v:stroke joinstyle="miter"/>
                </v:line>
                <v:line id="Connecteur droit 498" o:spid="_x0000_s1278" style="position:absolute;visibility:visible;mso-wrap-style:square" from="10028,25120" to="10028,34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" strokecolor="#c9c9c9 [1942]" strokeweight="1pt">
                  <v:stroke joinstyle="miter"/>
                </v:line>
                <v:line id="Connecteur droit 499" o:spid="_x0000_s1279" style="position:absolute;visibility:visible;mso-wrap-style:square" from="7158,25124" to="7158,34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" strokecolor="#c9c9c9 [1942]" strokeweight="1pt">
                  <v:stroke joinstyle="miter"/>
                </v:line>
                <v:line id="Connecteur droit 500" o:spid="_x0000_s1280" style="position:absolute;visibility:visible;mso-wrap-style:square" from="30137,25120" to="30137,34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" strokecolor="#c9c9c9 [1942]" strokeweight="1pt">
                  <v:stroke joinstyle="miter"/>
                </v:line>
                <v:line id="Connecteur droit 501" o:spid="_x0000_s1281" style="position:absolute;visibility:visible;mso-wrap-style:square" from="27292,25117" to="27292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" strokecolor="#c9c9c9 [1942]" strokeweight="1pt">
                  <v:stroke joinstyle="miter"/>
                </v:line>
                <v:line id="Connecteur droit 502" o:spid="_x0000_s1282" style="position:absolute;visibility:visible;mso-wrap-style:square" from="24409,25120" to="24409,34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" strokecolor="#c9c9c9 [1942]" strokeweight="1pt">
                  <v:stroke joinstyle="miter"/>
                </v:line>
                <v:line id="Connecteur droit 503" o:spid="_x0000_s1283" style="position:absolute;visibility:visible;mso-wrap-style:square" from="21514,25117" to="21514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" strokecolor="#c9c9c9 [1942]" strokeweight="1pt">
                  <v:stroke joinstyle="miter"/>
                </v:line>
                <v:line id="Connecteur droit 504" o:spid="_x0000_s1284" style="position:absolute;visibility:visible;mso-wrap-style:square" from="32978,25131" to="32978,3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" strokecolor="#c9c9c9 [1942]" strokeweight="1pt">
                  <v:stroke joinstyle="miter"/>
                </v:line>
                <v:shape id="Connecteur droit avec flèche 505" o:spid="_x0000_s1285" type="#_x0000_t32" style="position:absolute;left:7145;top:27279;width:14350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" strokecolor="black [3213]" strokeweight=".5pt">
                  <v:stroke startarrow="block" endarrow="block" joinstyle="miter"/>
                </v:shape>
                <v:line id="Connecteur droit 506" o:spid="_x0000_s1286" style="position:absolute;flip:y;visibility:visible;mso-wrap-style:square" from="7145,28718" to="21495,28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" strokecolor="black [3213]" strokeweight="2.25pt">
                  <v:stroke joinstyle="miter"/>
                </v:line>
                <v:shape id="Zone de texte 305" o:spid="_x0000_s1287" type="#_x0000_t202" style="position:absolute;left:12923;top:26467;width:2501;height:1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" fillcolor="white [3201]" stroked="f" strokeweight=".5pt">
                  <v:textbox inset="0,0,0,0">
                    <w:txbxContent>
                      <w:p w14:paraId="08CDCA12" w14:textId="77777777" w:rsidR="00390365" w:rsidRDefault="00390365" w:rsidP="00F26EC1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line id="Connecteur droit 508" o:spid="_x0000_s1288" style="position:absolute;visibility:visible;mso-wrap-style:square" from="43062,25116" to="43062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" strokecolor="#c9c9c9 [1942]" strokeweight="1pt">
                  <v:stroke joinstyle="miter"/>
                </v:line>
                <v:line id="Connecteur droit 509" o:spid="_x0000_s1289" style="position:absolute;visibility:visible;mso-wrap-style:square" from="40224,25116" to="40224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" strokecolor="#c9c9c9 [1942]" strokeweight="1pt">
                  <v:stroke joinstyle="miter"/>
                </v:line>
                <v:line id="Connecteur droit 510" o:spid="_x0000_s1290" style="position:absolute;visibility:visible;mso-wrap-style:square" from="37341,25116" to="37341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" strokecolor="#c9c9c9 [1942]" strokeweight="1pt">
                  <v:stroke joinstyle="miter"/>
                </v:line>
                <v:line id="Connecteur droit 511" o:spid="_x0000_s1291" style="position:absolute;visibility:visible;mso-wrap-style:square" from="34445,25116" to="34445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" strokecolor="#c9c9c9 [1942]" strokeweight="1pt">
                  <v:stroke joinstyle="miter"/>
                </v:line>
                <v:line id="Connecteur droit 64" o:spid="_x0000_s1292" style="position:absolute;visibility:visible;mso-wrap-style:square" from="41652,25110" to="41652,3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" strokecolor="#c9c9c9 [1942]" strokeweight="1pt">
                  <v:stroke joinstyle="miter"/>
                </v:line>
                <v:line id="Connecteur droit 65" o:spid="_x0000_s1293" style="position:absolute;visibility:visible;mso-wrap-style:square" from="38808,25110" to="38808,3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" strokecolor="#c9c9c9 [1942]" strokeweight="1pt">
                  <v:stroke joinstyle="miter"/>
                </v:line>
                <v:line id="Connecteur droit 66" o:spid="_x0000_s1294" style="position:absolute;visibility:visible;mso-wrap-style:square" from="35925,25110" to="35925,3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" strokecolor="#c9c9c9 [1942]" strokeweight="1pt">
                  <v:stroke joinstyle="miter"/>
                </v:line>
                <v:line id="Connecteur droit 67" o:spid="_x0000_s1295" style="position:absolute;visibility:visible;mso-wrap-style:square" from="44491,25123" to="44491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" strokecolor="#c9c9c9 [1942]" strokeweight="1pt">
                  <v:stroke joinstyle="miter"/>
                </v:line>
                <v:line id="Connecteur droit 68" o:spid="_x0000_s1296" style="position:absolute;visibility:visible;mso-wrap-style:square" from="48764,25123" to="48764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" strokecolor="#c9c9c9 [1942]" strokeweight="1pt">
                  <v:stroke joinstyle="miter"/>
                </v:line>
                <v:line id="Connecteur droit 69" o:spid="_x0000_s1297" style="position:absolute;visibility:visible;mso-wrap-style:square" from="45926,25123" to="45926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" strokecolor="#c9c9c9 [1942]" strokeweight="1pt">
                  <v:stroke joinstyle="miter"/>
                </v:line>
                <v:line id="Connecteur droit 70" o:spid="_x0000_s1298" style="position:absolute;visibility:visible;mso-wrap-style:square" from="47355,25116" to="47355,3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" strokecolor="#c9c9c9 [1942]" strokeweight="1pt">
                  <v:stroke joinstyle="miter"/>
                </v:line>
                <v:line id="Connecteur droit 71" o:spid="_x0000_s1299" style="position:absolute;visibility:visible;mso-wrap-style:square" from="50193,25129" to="50193,3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" strokecolor="#c9c9c9 [1942]" strokeweight="1pt">
                  <v:stroke joinstyle="miter"/>
                </v:line>
                <w10:anchorlock/>
              </v:group>
            </w:pict>
          </mc:Fallback>
        </mc:AlternateContent>
      </w:r>
    </w:p>
    <w:p w14:paraId="00ABBFE1" w14:textId="5CBBC652" w:rsidR="00354634" w:rsidRPr="00F26EC1" w:rsidRDefault="00354634" w:rsidP="00F26EC1">
      <w:pPr>
        <w:pStyle w:val="Paragraphedeliste"/>
        <w:numPr>
          <w:ilvl w:val="0"/>
          <w:numId w:val="14"/>
        </w:numPr>
        <w:spacing w:before="360" w:line="480" w:lineRule="auto"/>
        <w:ind w:left="714" w:hanging="357"/>
        <w:contextualSpacing w:val="0"/>
      </w:pPr>
      <w:r w:rsidRPr="00F26EC1">
        <w:rPr>
          <w:rFonts w:eastAsiaTheme="minorEastAsia"/>
        </w:rPr>
        <w:t xml:space="preserve">Encadre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26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  <w:r w:rsidRPr="00F26EC1">
        <w:rPr>
          <w:rFonts w:eastAsiaTheme="minorEastAsia"/>
        </w:rPr>
        <w:t xml:space="preserve"> entre deux nombres entiers consécutifs :</w:t>
      </w:r>
      <m:oMath>
        <m:r>
          <w:rPr>
            <w:rFonts w:ascii="Cambria Math" w:hAnsi="Cambria Math"/>
          </w:rPr>
          <m:t xml:space="preserve">  …&lt;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26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 xml:space="preserve">&lt; …  </m:t>
        </m:r>
      </m:oMath>
    </w:p>
    <w:p w14:paraId="122A65BE" w14:textId="19A9C4D2" w:rsidR="00354634" w:rsidRPr="00F26EC1" w:rsidRDefault="00337BFB" w:rsidP="00C3151B">
      <w:pPr>
        <w:pStyle w:val="Paragraphedeliste"/>
        <w:numPr>
          <w:ilvl w:val="0"/>
          <w:numId w:val="14"/>
        </w:numPr>
        <w:spacing w:line="480" w:lineRule="auto"/>
      </w:pPr>
      <w:r>
        <w:t>É</w:t>
      </w:r>
      <w:r w:rsidR="00354634" w:rsidRPr="00F26EC1">
        <w:t xml:space="preserve">cris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26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354634" w:rsidRPr="00F26EC1">
        <w:rPr>
          <w:rFonts w:eastAsiaTheme="minorEastAsia"/>
        </w:rPr>
        <w:t xml:space="preserve"> sous forme décimale : ……………………………………</w:t>
      </w:r>
    </w:p>
    <w:p w14:paraId="5084F7A3" w14:textId="65B5B1FE" w:rsidR="000556B0" w:rsidRPr="00F26EC1" w:rsidRDefault="000556B0" w:rsidP="00AB42D2">
      <w:pPr>
        <w:pStyle w:val="Titre1"/>
      </w:pPr>
      <w:r w:rsidRPr="00F26EC1">
        <w:t>Je m’autoévalue</w:t>
      </w:r>
    </w:p>
    <w:p w14:paraId="181D18D6" w14:textId="2DDB2FFC" w:rsidR="000556B0" w:rsidRPr="00F26EC1" w:rsidRDefault="000556B0" w:rsidP="000556B0">
      <w:pPr>
        <w:pStyle w:val="Paragraphedeliste"/>
        <w:numPr>
          <w:ilvl w:val="0"/>
          <w:numId w:val="15"/>
        </w:numPr>
      </w:pPr>
      <w:r w:rsidRPr="00F26EC1">
        <w:t>J’ai trouvé les bonnes réponses : je passe à la partie «</w:t>
      </w:r>
      <w:r w:rsidR="00337BFB">
        <w:t> </w:t>
      </w:r>
      <w:r w:rsidRPr="00F26EC1">
        <w:t>Je me teste</w:t>
      </w:r>
      <w:r w:rsidR="00337BFB">
        <w:t> </w:t>
      </w:r>
      <w:r w:rsidRPr="00F26EC1">
        <w:t>» de cette fiche</w:t>
      </w:r>
    </w:p>
    <w:p w14:paraId="7FB9D279" w14:textId="3C69C0CB" w:rsidR="005C1E7E" w:rsidRPr="00F26EC1" w:rsidRDefault="000556B0" w:rsidP="007C010F">
      <w:pPr>
        <w:pStyle w:val="Paragraphedeliste"/>
        <w:numPr>
          <w:ilvl w:val="0"/>
          <w:numId w:val="15"/>
        </w:numPr>
        <w:spacing w:line="480" w:lineRule="auto"/>
      </w:pPr>
      <w:r w:rsidRPr="00F26EC1">
        <w:t>Sinon j’appelle le professeur ou un camarade pour m’expliquer</w:t>
      </w:r>
    </w:p>
    <w:sectPr w:rsidR="005C1E7E" w:rsidRPr="00F26EC1" w:rsidSect="00AB42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B0D08" w14:textId="77777777" w:rsidR="00EF64A7" w:rsidRDefault="00EF64A7" w:rsidP="00337BFB">
      <w:pPr>
        <w:spacing w:before="0" w:after="0"/>
      </w:pPr>
      <w:r>
        <w:separator/>
      </w:r>
    </w:p>
  </w:endnote>
  <w:endnote w:type="continuationSeparator" w:id="0">
    <w:p w14:paraId="05A59EB4" w14:textId="77777777" w:rsidR="00EF64A7" w:rsidRDefault="00EF64A7" w:rsidP="00337B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F4F60" w14:textId="77777777" w:rsidR="00EF64A7" w:rsidRDefault="00EF64A7" w:rsidP="00337BFB">
      <w:pPr>
        <w:spacing w:before="0" w:after="0"/>
      </w:pPr>
      <w:r>
        <w:separator/>
      </w:r>
    </w:p>
  </w:footnote>
  <w:footnote w:type="continuationSeparator" w:id="0">
    <w:p w14:paraId="02A8DD42" w14:textId="77777777" w:rsidR="00EF64A7" w:rsidRDefault="00EF64A7" w:rsidP="00337BF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779"/>
    <w:multiLevelType w:val="hybridMultilevel"/>
    <w:tmpl w:val="ED9039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F629B"/>
    <w:multiLevelType w:val="hybridMultilevel"/>
    <w:tmpl w:val="A86CD7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83A1D"/>
    <w:multiLevelType w:val="hybridMultilevel"/>
    <w:tmpl w:val="54E2E4F4"/>
    <w:lvl w:ilvl="0" w:tplc="5EB47E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F559A"/>
    <w:multiLevelType w:val="hybridMultilevel"/>
    <w:tmpl w:val="F072E07C"/>
    <w:lvl w:ilvl="0" w:tplc="C10A49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57E30"/>
    <w:multiLevelType w:val="hybridMultilevel"/>
    <w:tmpl w:val="F77024E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24E2C"/>
    <w:multiLevelType w:val="hybridMultilevel"/>
    <w:tmpl w:val="DDC6B1F8"/>
    <w:lvl w:ilvl="0" w:tplc="D7183E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71E11"/>
    <w:multiLevelType w:val="hybridMultilevel"/>
    <w:tmpl w:val="558C2C6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95DF5"/>
    <w:multiLevelType w:val="hybridMultilevel"/>
    <w:tmpl w:val="91C4AF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011A0"/>
    <w:multiLevelType w:val="hybridMultilevel"/>
    <w:tmpl w:val="0E8EDDF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315F3"/>
    <w:multiLevelType w:val="hybridMultilevel"/>
    <w:tmpl w:val="72FCBAA6"/>
    <w:lvl w:ilvl="0" w:tplc="78642444">
      <w:start w:val="1"/>
      <w:numFmt w:val="bullet"/>
      <w:lvlText w:val="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C5BC2"/>
    <w:multiLevelType w:val="hybridMultilevel"/>
    <w:tmpl w:val="C3DC6D06"/>
    <w:lvl w:ilvl="0" w:tplc="1BF03EE0">
      <w:start w:val="1"/>
      <w:numFmt w:val="bullet"/>
      <w:lvlText w:val="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34387"/>
    <w:multiLevelType w:val="hybridMultilevel"/>
    <w:tmpl w:val="BFE2F2A8"/>
    <w:lvl w:ilvl="0" w:tplc="1BF03EE0">
      <w:start w:val="1"/>
      <w:numFmt w:val="bullet"/>
      <w:lvlText w:val="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5135C"/>
    <w:multiLevelType w:val="hybridMultilevel"/>
    <w:tmpl w:val="3628FBE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34A6E"/>
    <w:multiLevelType w:val="hybridMultilevel"/>
    <w:tmpl w:val="ED9039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37C45"/>
    <w:multiLevelType w:val="hybridMultilevel"/>
    <w:tmpl w:val="2A58E4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9"/>
  </w:num>
  <w:num w:numId="4">
    <w:abstractNumId w:val="8"/>
  </w:num>
  <w:num w:numId="5">
    <w:abstractNumId w:val="3"/>
  </w:num>
  <w:num w:numId="6">
    <w:abstractNumId w:val="23"/>
  </w:num>
  <w:num w:numId="7">
    <w:abstractNumId w:val="2"/>
  </w:num>
  <w:num w:numId="8">
    <w:abstractNumId w:val="0"/>
  </w:num>
  <w:num w:numId="9">
    <w:abstractNumId w:val="21"/>
  </w:num>
  <w:num w:numId="10">
    <w:abstractNumId w:val="11"/>
  </w:num>
  <w:num w:numId="11">
    <w:abstractNumId w:val="4"/>
  </w:num>
  <w:num w:numId="12">
    <w:abstractNumId w:val="1"/>
  </w:num>
  <w:num w:numId="13">
    <w:abstractNumId w:val="20"/>
  </w:num>
  <w:num w:numId="14">
    <w:abstractNumId w:val="16"/>
  </w:num>
  <w:num w:numId="15">
    <w:abstractNumId w:val="13"/>
  </w:num>
  <w:num w:numId="16">
    <w:abstractNumId w:val="5"/>
  </w:num>
  <w:num w:numId="17">
    <w:abstractNumId w:val="6"/>
  </w:num>
  <w:num w:numId="18">
    <w:abstractNumId w:val="14"/>
  </w:num>
  <w:num w:numId="19">
    <w:abstractNumId w:val="7"/>
  </w:num>
  <w:num w:numId="20">
    <w:abstractNumId w:val="22"/>
  </w:num>
  <w:num w:numId="21">
    <w:abstractNumId w:val="10"/>
  </w:num>
  <w:num w:numId="22">
    <w:abstractNumId w:val="12"/>
  </w:num>
  <w:num w:numId="23">
    <w:abstractNumId w:val="24"/>
  </w:num>
  <w:num w:numId="24">
    <w:abstractNumId w:val="1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56"/>
    <w:rsid w:val="00033850"/>
    <w:rsid w:val="00034B84"/>
    <w:rsid w:val="00040927"/>
    <w:rsid w:val="000556B0"/>
    <w:rsid w:val="00070DCD"/>
    <w:rsid w:val="000756A0"/>
    <w:rsid w:val="0008500F"/>
    <w:rsid w:val="0009641C"/>
    <w:rsid w:val="000D35AD"/>
    <w:rsid w:val="001038AD"/>
    <w:rsid w:val="00162650"/>
    <w:rsid w:val="00191E58"/>
    <w:rsid w:val="001D38A8"/>
    <w:rsid w:val="001F7B0C"/>
    <w:rsid w:val="00204BE7"/>
    <w:rsid w:val="00233961"/>
    <w:rsid w:val="00264428"/>
    <w:rsid w:val="002F4A3D"/>
    <w:rsid w:val="0033247B"/>
    <w:rsid w:val="00337BFB"/>
    <w:rsid w:val="00354634"/>
    <w:rsid w:val="00390365"/>
    <w:rsid w:val="00394536"/>
    <w:rsid w:val="003A7A5A"/>
    <w:rsid w:val="003D1F44"/>
    <w:rsid w:val="003D4556"/>
    <w:rsid w:val="003F62E7"/>
    <w:rsid w:val="00401756"/>
    <w:rsid w:val="004068EB"/>
    <w:rsid w:val="004654B1"/>
    <w:rsid w:val="004F341B"/>
    <w:rsid w:val="0050677A"/>
    <w:rsid w:val="005103D0"/>
    <w:rsid w:val="00515515"/>
    <w:rsid w:val="00525777"/>
    <w:rsid w:val="005316BE"/>
    <w:rsid w:val="0055389F"/>
    <w:rsid w:val="00554912"/>
    <w:rsid w:val="00554D33"/>
    <w:rsid w:val="005A6258"/>
    <w:rsid w:val="005C1E7E"/>
    <w:rsid w:val="005F5D82"/>
    <w:rsid w:val="005F772F"/>
    <w:rsid w:val="006007F6"/>
    <w:rsid w:val="00617B64"/>
    <w:rsid w:val="00622479"/>
    <w:rsid w:val="0063545E"/>
    <w:rsid w:val="00653FEA"/>
    <w:rsid w:val="006611C3"/>
    <w:rsid w:val="006F39B7"/>
    <w:rsid w:val="00705C97"/>
    <w:rsid w:val="007276F4"/>
    <w:rsid w:val="00730D26"/>
    <w:rsid w:val="0074611E"/>
    <w:rsid w:val="007E1C70"/>
    <w:rsid w:val="007E222D"/>
    <w:rsid w:val="007F0DED"/>
    <w:rsid w:val="007F4D50"/>
    <w:rsid w:val="0081290D"/>
    <w:rsid w:val="0087432D"/>
    <w:rsid w:val="008B1F51"/>
    <w:rsid w:val="008C2529"/>
    <w:rsid w:val="008D05E1"/>
    <w:rsid w:val="008F01BE"/>
    <w:rsid w:val="00915285"/>
    <w:rsid w:val="0097117F"/>
    <w:rsid w:val="00995233"/>
    <w:rsid w:val="009D048C"/>
    <w:rsid w:val="009E1E5B"/>
    <w:rsid w:val="009E5C53"/>
    <w:rsid w:val="00A241F7"/>
    <w:rsid w:val="00A5556C"/>
    <w:rsid w:val="00AB42D2"/>
    <w:rsid w:val="00AC4197"/>
    <w:rsid w:val="00AD3150"/>
    <w:rsid w:val="00AD7501"/>
    <w:rsid w:val="00B00CBC"/>
    <w:rsid w:val="00B65785"/>
    <w:rsid w:val="00B954E6"/>
    <w:rsid w:val="00BB16BF"/>
    <w:rsid w:val="00BF717E"/>
    <w:rsid w:val="00C05191"/>
    <w:rsid w:val="00C06B2D"/>
    <w:rsid w:val="00C140BE"/>
    <w:rsid w:val="00C16C4B"/>
    <w:rsid w:val="00C200DA"/>
    <w:rsid w:val="00C3151B"/>
    <w:rsid w:val="00C3248E"/>
    <w:rsid w:val="00C4115D"/>
    <w:rsid w:val="00C65641"/>
    <w:rsid w:val="00C75692"/>
    <w:rsid w:val="00C85CD1"/>
    <w:rsid w:val="00C92234"/>
    <w:rsid w:val="00CB21B5"/>
    <w:rsid w:val="00CB237D"/>
    <w:rsid w:val="00CC0971"/>
    <w:rsid w:val="00CC4459"/>
    <w:rsid w:val="00CF12E0"/>
    <w:rsid w:val="00CF1E40"/>
    <w:rsid w:val="00D049A7"/>
    <w:rsid w:val="00D2058A"/>
    <w:rsid w:val="00D26CCC"/>
    <w:rsid w:val="00D47E6E"/>
    <w:rsid w:val="00D56DF3"/>
    <w:rsid w:val="00D6279C"/>
    <w:rsid w:val="00D72B53"/>
    <w:rsid w:val="00DB1277"/>
    <w:rsid w:val="00DD6735"/>
    <w:rsid w:val="00DE2E73"/>
    <w:rsid w:val="00E06220"/>
    <w:rsid w:val="00E10889"/>
    <w:rsid w:val="00E14F6D"/>
    <w:rsid w:val="00E2556B"/>
    <w:rsid w:val="00E6418F"/>
    <w:rsid w:val="00E66BB8"/>
    <w:rsid w:val="00E73161"/>
    <w:rsid w:val="00E83601"/>
    <w:rsid w:val="00EF64A7"/>
    <w:rsid w:val="00F00710"/>
    <w:rsid w:val="00F26EC1"/>
    <w:rsid w:val="00F74256"/>
    <w:rsid w:val="00F87627"/>
    <w:rsid w:val="00FA39C0"/>
    <w:rsid w:val="00FC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D1182"/>
  <w15:chartTrackingRefBased/>
  <w15:docId w15:val="{39FAFE02-5A62-4859-B8EF-4C740F8D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BB8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66BB8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66BB8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66BB8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6BB8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E66BB8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66BB8"/>
  </w:style>
  <w:style w:type="character" w:styleId="Textedelespacerserv">
    <w:name w:val="Placeholder Text"/>
    <w:basedOn w:val="Policepardfaut"/>
    <w:uiPriority w:val="99"/>
    <w:semiHidden/>
    <w:rsid w:val="00E66BB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C140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0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0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0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0B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0B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0B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rsid w:val="00E66BB8"/>
    <w:pPr>
      <w:ind w:left="720"/>
      <w:contextualSpacing/>
    </w:pPr>
  </w:style>
  <w:style w:type="table" w:styleId="Grilledutableau">
    <w:name w:val="Table Grid"/>
    <w:basedOn w:val="TableauNormal"/>
    <w:uiPriority w:val="59"/>
    <w:rsid w:val="00E66B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C4197"/>
    <w:pPr>
      <w:spacing w:before="100" w:after="10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re1Car">
    <w:name w:val="Titre 1 Car"/>
    <w:link w:val="Titre1"/>
    <w:uiPriority w:val="9"/>
    <w:rsid w:val="00E66BB8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E66BB8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E66BB8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semiHidden/>
    <w:rsid w:val="00E66BB8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paragraph" w:customStyle="1" w:styleId="Default">
    <w:name w:val="Default"/>
    <w:rsid w:val="00E66BB8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customStyle="1" w:styleId="Titredecollection">
    <w:name w:val="Titre de collection"/>
    <w:basedOn w:val="Normal"/>
    <w:qFormat/>
    <w:rsid w:val="00E66BB8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E66BB8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E66BB8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E66BB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E66BB8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paragraph" w:customStyle="1" w:styleId="Encadr">
    <w:name w:val="Encadré"/>
    <w:basedOn w:val="Normal"/>
    <w:qFormat/>
    <w:rsid w:val="00E66BB8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E66BB8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E66BB8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66BB8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E66BB8"/>
    <w:rPr>
      <w:color w:val="0000FF"/>
      <w:u w:val="single"/>
    </w:rPr>
  </w:style>
  <w:style w:type="paragraph" w:customStyle="1" w:styleId="Encartgras">
    <w:name w:val="Encart gras"/>
    <w:basedOn w:val="Normal"/>
    <w:qFormat/>
    <w:rsid w:val="00E66BB8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E66BB8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E66BB8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E66BB8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E66BB8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337BFB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337BFB"/>
    <w:rPr>
      <w:rFonts w:ascii="Arial" w:eastAsia="Times New Roman" w:hAnsi="Arial" w:cs="Arial"/>
      <w:iCs/>
      <w:color w:val="252525"/>
      <w:shd w:val="clear" w:color="auto" w:fill="FFFFF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C6132-0A72-46FB-8EE5-CD91CCC5C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19</TotalTime>
  <Pages>3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</dc:creator>
  <cp:keywords/>
  <dc:description/>
  <cp:lastModifiedBy>JEROME SAVIDAN</cp:lastModifiedBy>
  <cp:revision>12</cp:revision>
  <dcterms:created xsi:type="dcterms:W3CDTF">2023-07-13T08:21:00Z</dcterms:created>
  <dcterms:modified xsi:type="dcterms:W3CDTF">2023-08-08T13:34:00Z</dcterms:modified>
</cp:coreProperties>
</file>